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2D1207" w:rsidRDefault="000040F7" w:rsidP="002D120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1B64E75-7D03-40FF-B4E0-C8C9CAD21C02" style="width:450.75pt;height:410.25pt">
            <v:imagedata r:id="rId8" o:title=""/>
          </v:shape>
        </w:pict>
      </w:r>
    </w:p>
    <w:p w:rsidR="00D037D2" w:rsidRPr="002D1207" w:rsidRDefault="00D037D2" w:rsidP="00FA312F">
      <w:pPr>
        <w:rPr>
          <w:szCs w:val="24"/>
        </w:rPr>
        <w:sectPr w:rsidR="00D037D2" w:rsidRPr="002D1207" w:rsidSect="002D1207">
          <w:footerReference w:type="default" r:id="rId9"/>
          <w:pgSz w:w="11907" w:h="16839"/>
          <w:pgMar w:top="1134" w:right="1417" w:bottom="1134" w:left="1417" w:header="709" w:footer="709" w:gutter="0"/>
          <w:pgNumType w:start="0"/>
          <w:cols w:space="720"/>
          <w:docGrid w:linePitch="360"/>
        </w:sectPr>
      </w:pPr>
    </w:p>
    <w:p w:rsidR="00D037D2" w:rsidRPr="002D1207" w:rsidRDefault="00D037D2" w:rsidP="00061EF2">
      <w:pPr>
        <w:pStyle w:val="Annexetitre"/>
      </w:pPr>
      <w:r w:rsidRPr="002D1207">
        <w:lastRenderedPageBreak/>
        <w:t xml:space="preserve">ZAŁĄCZNIK </w:t>
      </w:r>
    </w:p>
    <w:p w:rsidR="003C1C2E" w:rsidRPr="002D1207" w:rsidRDefault="003C1C2E" w:rsidP="008255AE">
      <w:pPr>
        <w:pStyle w:val="NormalCentered"/>
        <w:jc w:val="both"/>
        <w:rPr>
          <w:b/>
          <w:szCs w:val="24"/>
        </w:rPr>
      </w:pPr>
    </w:p>
    <w:p w:rsidR="003C1C2E" w:rsidRPr="002D1207" w:rsidRDefault="003C1C2E" w:rsidP="00061EF2">
      <w:pPr>
        <w:pStyle w:val="NormalCentered"/>
        <w:rPr>
          <w:b/>
        </w:rPr>
      </w:pPr>
      <w:r w:rsidRPr="002D1207">
        <w:rPr>
          <w:b/>
        </w:rPr>
        <w:t>STANDARDOWE KLAUZULE UMOWNE</w:t>
      </w:r>
    </w:p>
    <w:p w:rsidR="003C1C2E" w:rsidRPr="002D1207" w:rsidRDefault="003C1C2E" w:rsidP="008255AE">
      <w:pPr>
        <w:pStyle w:val="NormalCentered"/>
        <w:jc w:val="both"/>
        <w:rPr>
          <w:b/>
          <w:szCs w:val="24"/>
        </w:rPr>
      </w:pPr>
    </w:p>
    <w:p w:rsidR="003C1C2E" w:rsidRPr="002D1207" w:rsidRDefault="003C1C2E" w:rsidP="00061EF2">
      <w:pPr>
        <w:pStyle w:val="NormalCentered"/>
        <w:rPr>
          <w:b/>
          <w:u w:val="single"/>
        </w:rPr>
      </w:pPr>
      <w:r w:rsidRPr="002D1207">
        <w:rPr>
          <w:b/>
          <w:u w:val="single"/>
        </w:rPr>
        <w:t>SEKCJA I</w:t>
      </w:r>
    </w:p>
    <w:p w:rsidR="003C1C2E" w:rsidRPr="002D1207" w:rsidRDefault="003C1C2E" w:rsidP="00061EF2">
      <w:pPr>
        <w:pStyle w:val="Titrearticle"/>
      </w:pPr>
      <w:r w:rsidRPr="002D1207">
        <w:t>Klauzula 1</w:t>
      </w:r>
    </w:p>
    <w:p w:rsidR="003C1C2E" w:rsidRPr="002D1207" w:rsidRDefault="003C1C2E" w:rsidP="00061EF2">
      <w:pPr>
        <w:pStyle w:val="Titrearticle"/>
        <w:spacing w:after="240"/>
        <w:rPr>
          <w:b/>
        </w:rPr>
      </w:pPr>
      <w:r w:rsidRPr="002D1207">
        <w:rPr>
          <w:b/>
        </w:rPr>
        <w:t>Cel</w:t>
      </w:r>
      <w:r w:rsidR="002D1207" w:rsidRPr="002D1207">
        <w:rPr>
          <w:b/>
        </w:rPr>
        <w:t xml:space="preserve"> i zak</w:t>
      </w:r>
      <w:r w:rsidRPr="002D1207">
        <w:rPr>
          <w:b/>
        </w:rPr>
        <w:t xml:space="preserve">res </w:t>
      </w:r>
    </w:p>
    <w:p w:rsidR="002D6DAC" w:rsidRPr="002D1207" w:rsidRDefault="002D1207" w:rsidP="002D1207">
      <w:pPr>
        <w:pStyle w:val="Point0"/>
      </w:pPr>
      <w:r w:rsidRPr="002D1207">
        <w:t>a)</w:t>
      </w:r>
      <w:r w:rsidRPr="002D1207">
        <w:tab/>
      </w:r>
      <w:r w:rsidR="002D6DAC" w:rsidRPr="002D1207">
        <w:t>Celem niniejszych standardowych klauzul umownych („klauzule”) jest zapewnienie przestrzegania [należy wybrać odpowiednią opcję: OPCJA 1: art.</w:t>
      </w:r>
      <w:r w:rsidR="007315AE" w:rsidRPr="002D1207">
        <w:t> </w:t>
      </w:r>
      <w:r w:rsidR="002D6DAC" w:rsidRPr="002D1207">
        <w:t>28 ust.</w:t>
      </w:r>
      <w:r w:rsidR="007315AE" w:rsidRPr="002D1207">
        <w:t> </w:t>
      </w:r>
      <w:r w:rsidR="002D6DAC" w:rsidRPr="002D1207">
        <w:t>3</w:t>
      </w:r>
      <w:r w:rsidRPr="002D1207">
        <w:t xml:space="preserve"> i 4</w:t>
      </w:r>
      <w:r w:rsidR="002D6DAC" w:rsidRPr="002D1207">
        <w:t xml:space="preserve"> rozporządzenia Parlamentu Europejskiego</w:t>
      </w:r>
      <w:r w:rsidRPr="002D1207">
        <w:t xml:space="preserve"> i Rad</w:t>
      </w:r>
      <w:r w:rsidR="002D6DAC" w:rsidRPr="002D1207">
        <w:t>y (UE) 2016/679</w:t>
      </w:r>
      <w:r w:rsidRPr="002D1207">
        <w:t xml:space="preserve"> z dni</w:t>
      </w:r>
      <w:r w:rsidR="002D6DAC" w:rsidRPr="002D1207">
        <w:t>a 27 kwietnia 2016</w:t>
      </w:r>
      <w:r w:rsidR="007315AE" w:rsidRPr="002D1207">
        <w:t> </w:t>
      </w:r>
      <w:r w:rsidR="002D6DAC" w:rsidRPr="002D1207">
        <w:t>r.</w:t>
      </w:r>
      <w:r w:rsidRPr="002D1207">
        <w:t xml:space="preserve"> w spr</w:t>
      </w:r>
      <w:r w:rsidR="002D6DAC" w:rsidRPr="002D1207">
        <w:t>awie ochrony osób fizycznych</w:t>
      </w:r>
      <w:r w:rsidRPr="002D1207">
        <w:t xml:space="preserve"> w zwi</w:t>
      </w:r>
      <w:r w:rsidR="002D6DAC" w:rsidRPr="002D1207">
        <w:t>ązku</w:t>
      </w:r>
      <w:r w:rsidRPr="002D1207">
        <w:t xml:space="preserve"> z prz</w:t>
      </w:r>
      <w:r w:rsidR="002D6DAC" w:rsidRPr="002D1207">
        <w:t>etwarzaniem danych osobowych</w:t>
      </w:r>
      <w:r w:rsidRPr="002D1207">
        <w:t xml:space="preserve"> i w spr</w:t>
      </w:r>
      <w:r w:rsidR="002D6DAC" w:rsidRPr="002D1207">
        <w:t>awie swobodnego przepływu takich danych] / [OPCJA 2: art.</w:t>
      </w:r>
      <w:r w:rsidR="007315AE" w:rsidRPr="002D1207">
        <w:t> </w:t>
      </w:r>
      <w:r w:rsidR="002D6DAC" w:rsidRPr="002D1207">
        <w:t>29 ust.</w:t>
      </w:r>
      <w:r w:rsidR="007315AE" w:rsidRPr="002D1207">
        <w:t> </w:t>
      </w:r>
      <w:r w:rsidR="002D6DAC" w:rsidRPr="002D1207">
        <w:t>3</w:t>
      </w:r>
      <w:r w:rsidRPr="002D1207">
        <w:t xml:space="preserve"> i 4</w:t>
      </w:r>
      <w:r w:rsidR="002D6DAC" w:rsidRPr="002D1207">
        <w:t xml:space="preserve"> rozporządzenia Parlamentu Europejskiego</w:t>
      </w:r>
      <w:r w:rsidRPr="002D1207">
        <w:t xml:space="preserve"> i Rad</w:t>
      </w:r>
      <w:r w:rsidR="002D6DAC" w:rsidRPr="002D1207">
        <w:t>y (UE) 2018/1725</w:t>
      </w:r>
      <w:r w:rsidRPr="002D1207">
        <w:t xml:space="preserve"> z dni</w:t>
      </w:r>
      <w:r w:rsidR="002D6DAC" w:rsidRPr="002D1207">
        <w:t>a 23 października 2018 r.</w:t>
      </w:r>
      <w:r w:rsidRPr="002D1207">
        <w:t xml:space="preserve"> w spr</w:t>
      </w:r>
      <w:r w:rsidR="002D6DAC" w:rsidRPr="002D1207">
        <w:t>awie ochrony osób fizycznych</w:t>
      </w:r>
      <w:r w:rsidRPr="002D1207">
        <w:t xml:space="preserve"> w zwi</w:t>
      </w:r>
      <w:r w:rsidR="002D6DAC" w:rsidRPr="002D1207">
        <w:t>ązku</w:t>
      </w:r>
      <w:r w:rsidRPr="002D1207">
        <w:t xml:space="preserve"> z prz</w:t>
      </w:r>
      <w:r w:rsidR="002D6DAC" w:rsidRPr="002D1207">
        <w:t>etwarzaniem danych osobowych przez instytucje, organy</w:t>
      </w:r>
      <w:r w:rsidRPr="002D1207">
        <w:t xml:space="preserve"> i jed</w:t>
      </w:r>
      <w:r w:rsidR="002D6DAC" w:rsidRPr="002D1207">
        <w:t>nostki organizacyjne Unii</w:t>
      </w:r>
      <w:r w:rsidRPr="002D1207">
        <w:t xml:space="preserve"> i swo</w:t>
      </w:r>
      <w:r w:rsidR="002D6DAC" w:rsidRPr="002D1207">
        <w:t>bodnego przepływu takich danych].</w:t>
      </w:r>
    </w:p>
    <w:p w:rsidR="00A94167" w:rsidRPr="002D1207" w:rsidRDefault="002D1207" w:rsidP="002D1207">
      <w:pPr>
        <w:pStyle w:val="Point0"/>
      </w:pPr>
      <w:r w:rsidRPr="002D1207">
        <w:t>b)</w:t>
      </w:r>
      <w:r w:rsidRPr="002D1207">
        <w:tab/>
      </w:r>
      <w:r w:rsidR="008534CA" w:rsidRPr="002D1207">
        <w:t>Administratorzy</w:t>
      </w:r>
      <w:r w:rsidRPr="002D1207">
        <w:t xml:space="preserve"> i pod</w:t>
      </w:r>
      <w:r w:rsidR="008534CA" w:rsidRPr="002D1207">
        <w:t>mioty przetwarzające wymienieni</w:t>
      </w:r>
      <w:r w:rsidRPr="002D1207">
        <w:t xml:space="preserve"> w zał</w:t>
      </w:r>
      <w:r w:rsidR="008534CA" w:rsidRPr="002D1207">
        <w:t>ączniku I uzgodnili niniejsze klauzule</w:t>
      </w:r>
      <w:r w:rsidRPr="002D1207">
        <w:t xml:space="preserve"> w cel</w:t>
      </w:r>
      <w:r w:rsidR="008534CA" w:rsidRPr="002D1207">
        <w:t>u zapewnienia przestrzegania art.</w:t>
      </w:r>
      <w:r w:rsidR="007315AE" w:rsidRPr="002D1207">
        <w:t> </w:t>
      </w:r>
      <w:r w:rsidR="008534CA" w:rsidRPr="002D1207">
        <w:t>28 ust.</w:t>
      </w:r>
      <w:r w:rsidR="007315AE" w:rsidRPr="002D1207">
        <w:t> </w:t>
      </w:r>
      <w:r w:rsidR="008534CA" w:rsidRPr="002D1207">
        <w:t>3</w:t>
      </w:r>
      <w:r w:rsidRPr="002D1207">
        <w:t xml:space="preserve"> i 4</w:t>
      </w:r>
      <w:r w:rsidR="008534CA" w:rsidRPr="002D1207">
        <w:t xml:space="preserve"> rozporządzenia (UE) 2016/679 lub art.</w:t>
      </w:r>
      <w:r w:rsidR="007315AE" w:rsidRPr="002D1207">
        <w:t> </w:t>
      </w:r>
      <w:r w:rsidR="008534CA" w:rsidRPr="002D1207">
        <w:t>29 ust.</w:t>
      </w:r>
      <w:r w:rsidR="007315AE" w:rsidRPr="002D1207">
        <w:t> </w:t>
      </w:r>
      <w:r w:rsidR="008534CA" w:rsidRPr="002D1207">
        <w:t>3</w:t>
      </w:r>
      <w:r w:rsidRPr="002D1207">
        <w:t xml:space="preserve"> i 4</w:t>
      </w:r>
      <w:r w:rsidR="008534CA" w:rsidRPr="002D1207">
        <w:t xml:space="preserve"> rozporządzenia (UE) 2018/1725. </w:t>
      </w:r>
    </w:p>
    <w:p w:rsidR="002D6DAC" w:rsidRPr="002D1207" w:rsidRDefault="002D1207" w:rsidP="002D1207">
      <w:pPr>
        <w:pStyle w:val="Point0"/>
      </w:pPr>
      <w:r w:rsidRPr="002D1207">
        <w:t>c)</w:t>
      </w:r>
      <w:r w:rsidRPr="002D1207">
        <w:tab/>
      </w:r>
      <w:r w:rsidR="002D6DAC" w:rsidRPr="002D1207">
        <w:t>Niniejsze klauzule mają zastosowanie do przetwarzania danych osobowych określonego</w:t>
      </w:r>
      <w:r w:rsidRPr="002D1207">
        <w:t xml:space="preserve"> w zał</w:t>
      </w:r>
      <w:r w:rsidR="002D6DAC" w:rsidRPr="002D1207">
        <w:t>ączniku II.</w:t>
      </w:r>
    </w:p>
    <w:p w:rsidR="002D6DAC" w:rsidRPr="002D1207" w:rsidRDefault="002D1207" w:rsidP="002D1207">
      <w:pPr>
        <w:pStyle w:val="Point0"/>
      </w:pPr>
      <w:r w:rsidRPr="002D1207">
        <w:t>d)</w:t>
      </w:r>
      <w:r w:rsidRPr="002D1207">
        <w:tab/>
      </w:r>
      <w:r w:rsidR="002D6DAC" w:rsidRPr="002D1207">
        <w:t>Załączniki I–IV stanowią integralną część klauzul.</w:t>
      </w:r>
    </w:p>
    <w:p w:rsidR="00D057AC" w:rsidRPr="002D1207" w:rsidRDefault="002D1207" w:rsidP="002D1207">
      <w:pPr>
        <w:pStyle w:val="Point0"/>
      </w:pPr>
      <w:r w:rsidRPr="002D1207">
        <w:t>e)</w:t>
      </w:r>
      <w:r w:rsidRPr="002D1207">
        <w:tab/>
      </w:r>
      <w:r w:rsidR="000B3A26" w:rsidRPr="002D1207">
        <w:t xml:space="preserve">Niniejsze klauzule pozostają bez uszczerbku dla obowiązków, którym podlega administrator danych na mocy rozporządzenia (UE) 2016/679 lub rozporządzenia (UE) 2018/1725. </w:t>
      </w:r>
    </w:p>
    <w:p w:rsidR="000B3A26" w:rsidRPr="002D1207" w:rsidRDefault="002D1207" w:rsidP="002D1207">
      <w:pPr>
        <w:pStyle w:val="Point0"/>
      </w:pPr>
      <w:r w:rsidRPr="002D1207">
        <w:t>f)</w:t>
      </w:r>
      <w:r w:rsidRPr="002D1207">
        <w:tab/>
      </w:r>
      <w:r w:rsidR="00D057AC" w:rsidRPr="002D1207">
        <w:t>Niniejsze klauzule same</w:t>
      </w:r>
      <w:r w:rsidRPr="002D1207">
        <w:t xml:space="preserve"> w sob</w:t>
      </w:r>
      <w:r w:rsidR="00D057AC" w:rsidRPr="002D1207">
        <w:t>ie nie zapewniają wypełnienia obowiązków związanych</w:t>
      </w:r>
      <w:r w:rsidRPr="002D1207">
        <w:t xml:space="preserve"> z mię</w:t>
      </w:r>
      <w:r w:rsidR="00D057AC" w:rsidRPr="002D1207">
        <w:t>dzynarodowym przekazywaniem danych zgodnie</w:t>
      </w:r>
      <w:r w:rsidRPr="002D1207">
        <w:t xml:space="preserve"> z roz</w:t>
      </w:r>
      <w:r w:rsidR="00D057AC" w:rsidRPr="002D1207">
        <w:t>działem V rozporządzenia (UE) 2016/679 lub rozporządzenia (UE) 2018/1725.</w:t>
      </w:r>
    </w:p>
    <w:p w:rsidR="002D6DAC" w:rsidRPr="002D1207" w:rsidRDefault="002D6DAC" w:rsidP="00061EF2">
      <w:pPr>
        <w:pStyle w:val="Titrearticle"/>
      </w:pPr>
      <w:r w:rsidRPr="002D1207">
        <w:t xml:space="preserve">Klauzula 2 </w:t>
      </w:r>
    </w:p>
    <w:p w:rsidR="002D6DAC" w:rsidRPr="002D1207" w:rsidRDefault="002D6DAC" w:rsidP="00061EF2">
      <w:pPr>
        <w:pStyle w:val="Titrearticle"/>
        <w:rPr>
          <w:b/>
        </w:rPr>
      </w:pPr>
      <w:r w:rsidRPr="002D1207">
        <w:rPr>
          <w:b/>
        </w:rPr>
        <w:t xml:space="preserve">Niezmienność klauzul </w:t>
      </w:r>
    </w:p>
    <w:p w:rsidR="002D6DAC" w:rsidRPr="002D1207" w:rsidRDefault="002D1207" w:rsidP="002D1207">
      <w:pPr>
        <w:pStyle w:val="Point0"/>
      </w:pPr>
      <w:r w:rsidRPr="002D1207">
        <w:t>a)</w:t>
      </w:r>
      <w:r w:rsidRPr="002D1207">
        <w:tab/>
      </w:r>
      <w:r w:rsidR="002D6DAC" w:rsidRPr="002D1207">
        <w:t>Strony zobowiązują się nie zmieniać klauzul</w:t>
      </w:r>
      <w:r w:rsidRPr="002D1207">
        <w:t xml:space="preserve"> z wyj</w:t>
      </w:r>
      <w:r w:rsidR="002D6DAC" w:rsidRPr="002D1207">
        <w:t>ątkiem dodawania informacji do załączników lub aktualizowania zawartych</w:t>
      </w:r>
      <w:r w:rsidRPr="002D1207">
        <w:t xml:space="preserve"> w nic</w:t>
      </w:r>
      <w:r w:rsidR="002D6DAC" w:rsidRPr="002D1207">
        <w:t xml:space="preserve">h informacji. </w:t>
      </w:r>
    </w:p>
    <w:p w:rsidR="004945F4" w:rsidRPr="002D1207" w:rsidRDefault="002D1207" w:rsidP="002D1207">
      <w:pPr>
        <w:pStyle w:val="Point0"/>
      </w:pPr>
      <w:r w:rsidRPr="002D1207">
        <w:t>b)</w:t>
      </w:r>
      <w:r w:rsidRPr="002D1207">
        <w:tab/>
      </w:r>
      <w:r w:rsidR="002D6DAC" w:rsidRPr="002D1207">
        <w:t>Postanowienie to nie uniemożliwia stronom umieszczania standardowych klauzul umownych określonych</w:t>
      </w:r>
      <w:r w:rsidRPr="002D1207">
        <w:t xml:space="preserve"> w nin</w:t>
      </w:r>
      <w:r w:rsidR="002D6DAC" w:rsidRPr="002D1207">
        <w:t>iejszych klauzulach</w:t>
      </w:r>
      <w:r w:rsidRPr="002D1207">
        <w:t xml:space="preserve"> w tre</w:t>
      </w:r>
      <w:r w:rsidR="002D6DAC" w:rsidRPr="002D1207">
        <w:t>ści umowy</w:t>
      </w:r>
      <w:r w:rsidRPr="002D1207">
        <w:t xml:space="preserve"> o sze</w:t>
      </w:r>
      <w:r w:rsidR="002D6DAC" w:rsidRPr="002D1207">
        <w:t>rszym zakresie ani dodawania innych klauzul lub dodatkowych zabezpieczeń, pod warunkiem że nie będą one bezpośrednio lub pośrednio sprzeczne</w:t>
      </w:r>
      <w:r w:rsidRPr="002D1207">
        <w:t xml:space="preserve"> z kla</w:t>
      </w:r>
      <w:r w:rsidR="002D6DAC" w:rsidRPr="002D1207">
        <w:t>uzulami umownymi ani nie będą naruszały podstawowych praw lub wolności osób, których dane dotyczą.</w:t>
      </w:r>
    </w:p>
    <w:p w:rsidR="002D6DAC" w:rsidRPr="002D1207" w:rsidRDefault="002D6DAC" w:rsidP="00061EF2">
      <w:pPr>
        <w:pStyle w:val="Titrearticle"/>
      </w:pPr>
      <w:r w:rsidRPr="002D1207">
        <w:lastRenderedPageBreak/>
        <w:t>Klauzula 3</w:t>
      </w:r>
    </w:p>
    <w:p w:rsidR="002D6DAC" w:rsidRPr="002D1207" w:rsidRDefault="002D6DAC" w:rsidP="00061EF2">
      <w:pPr>
        <w:pStyle w:val="Titrearticle"/>
        <w:rPr>
          <w:b/>
        </w:rPr>
      </w:pPr>
      <w:r w:rsidRPr="002D1207">
        <w:rPr>
          <w:b/>
        </w:rPr>
        <w:t>Wykładnia</w:t>
      </w:r>
    </w:p>
    <w:p w:rsidR="002D6DAC" w:rsidRPr="002D1207" w:rsidRDefault="002D1207" w:rsidP="002D1207">
      <w:pPr>
        <w:pStyle w:val="Point0"/>
      </w:pPr>
      <w:r w:rsidRPr="002D1207">
        <w:t>a)</w:t>
      </w:r>
      <w:r w:rsidRPr="002D1207">
        <w:tab/>
      </w:r>
      <w:r w:rsidR="002D6DAC" w:rsidRPr="002D1207">
        <w:t>Jeżeli</w:t>
      </w:r>
      <w:r w:rsidRPr="002D1207">
        <w:t xml:space="preserve"> w nin</w:t>
      </w:r>
      <w:r w:rsidR="002D6DAC" w:rsidRPr="002D1207">
        <w:t>iejszych klauzulach użyto terminów zdefiniowanych odpowiednio</w:t>
      </w:r>
      <w:r w:rsidRPr="002D1207">
        <w:t xml:space="preserve"> w roz</w:t>
      </w:r>
      <w:r w:rsidR="002D6DAC" w:rsidRPr="002D1207">
        <w:t>porządzeniu (UE) 2016/679 lub rozporządzeniu (UE) 2018/1725, terminy te mają takie samo znaczenie jak</w:t>
      </w:r>
      <w:r w:rsidRPr="002D1207">
        <w:t xml:space="preserve"> w tyc</w:t>
      </w:r>
      <w:r w:rsidR="002D6DAC" w:rsidRPr="002D1207">
        <w:t>h rozporządzeniach.</w:t>
      </w:r>
    </w:p>
    <w:p w:rsidR="002D6DAC" w:rsidRPr="002D1207" w:rsidRDefault="002D1207" w:rsidP="002D1207">
      <w:pPr>
        <w:pStyle w:val="Point0"/>
      </w:pPr>
      <w:r w:rsidRPr="002D1207">
        <w:t>b)</w:t>
      </w:r>
      <w:r w:rsidRPr="002D1207">
        <w:tab/>
      </w:r>
      <w:r w:rsidR="002D6DAC" w:rsidRPr="002D1207">
        <w:t>Niniejsze klauzule odczytuje się</w:t>
      </w:r>
      <w:r w:rsidRPr="002D1207">
        <w:t xml:space="preserve"> i int</w:t>
      </w:r>
      <w:r w:rsidR="002D6DAC" w:rsidRPr="002D1207">
        <w:t>erpretuje</w:t>
      </w:r>
      <w:r w:rsidRPr="002D1207">
        <w:t xml:space="preserve"> w świ</w:t>
      </w:r>
      <w:r w:rsidR="002D6DAC" w:rsidRPr="002D1207">
        <w:t>etle odpowiednio przepisów rozporządzenia (UE) 2016/679 lub rozporządzenia (UE) 2018/1725.</w:t>
      </w:r>
    </w:p>
    <w:p w:rsidR="002D6DAC" w:rsidRPr="002D1207" w:rsidRDefault="002D1207" w:rsidP="002D1207">
      <w:pPr>
        <w:pStyle w:val="Point0"/>
      </w:pPr>
      <w:r w:rsidRPr="002D1207">
        <w:t>c)</w:t>
      </w:r>
      <w:r w:rsidRPr="002D1207">
        <w:tab/>
      </w:r>
      <w:r w:rsidR="002D6DAC" w:rsidRPr="002D1207">
        <w:t>Niniejszych klauzul nie interpretuje się</w:t>
      </w:r>
      <w:r w:rsidRPr="002D1207">
        <w:t xml:space="preserve"> w spo</w:t>
      </w:r>
      <w:r w:rsidR="002D6DAC" w:rsidRPr="002D1207">
        <w:t>sób sprzeczny</w:t>
      </w:r>
      <w:r w:rsidRPr="002D1207">
        <w:t xml:space="preserve"> z pra</w:t>
      </w:r>
      <w:r w:rsidR="002D6DAC" w:rsidRPr="002D1207">
        <w:t>wami</w:t>
      </w:r>
      <w:r w:rsidRPr="002D1207">
        <w:t xml:space="preserve"> i obo</w:t>
      </w:r>
      <w:r w:rsidR="002D6DAC" w:rsidRPr="002D1207">
        <w:t>wiązkami przewidzianymi</w:t>
      </w:r>
      <w:r w:rsidRPr="002D1207">
        <w:t xml:space="preserve"> w roz</w:t>
      </w:r>
      <w:r w:rsidR="002D6DAC" w:rsidRPr="002D1207">
        <w:t>porządzeniu (UE) 2016/679 lub rozporządzeniu (UE) 2018/1725 ani</w:t>
      </w:r>
      <w:r w:rsidRPr="002D1207">
        <w:t xml:space="preserve"> w spo</w:t>
      </w:r>
      <w:r w:rsidR="002D6DAC" w:rsidRPr="002D1207">
        <w:t>sób naruszający podstawowe prawa lub wolności osób, których dane dotyczą.</w:t>
      </w:r>
    </w:p>
    <w:p w:rsidR="002D6DAC" w:rsidRPr="002D1207" w:rsidRDefault="002D6DAC" w:rsidP="00061EF2">
      <w:pPr>
        <w:pStyle w:val="Titrearticle"/>
      </w:pPr>
      <w:r w:rsidRPr="002D1207">
        <w:t>Klauzula 4</w:t>
      </w:r>
    </w:p>
    <w:p w:rsidR="002D6DAC" w:rsidRPr="002D1207" w:rsidRDefault="002D6DAC" w:rsidP="00061EF2">
      <w:pPr>
        <w:pStyle w:val="Titrearticle"/>
        <w:rPr>
          <w:b/>
        </w:rPr>
      </w:pPr>
      <w:r w:rsidRPr="002D1207">
        <w:rPr>
          <w:b/>
        </w:rPr>
        <w:t>Hierarchia</w:t>
      </w:r>
    </w:p>
    <w:p w:rsidR="002D6DAC" w:rsidRPr="002D1207" w:rsidRDefault="002D6DAC">
      <w:pPr>
        <w:rPr>
          <w:szCs w:val="24"/>
        </w:rPr>
      </w:pPr>
      <w:r w:rsidRPr="002D1207">
        <w:t>W razie sprzeczności między niniejszymi klauzulami</w:t>
      </w:r>
      <w:r w:rsidR="002D1207" w:rsidRPr="002D1207">
        <w:t xml:space="preserve"> a pos</w:t>
      </w:r>
      <w:r w:rsidRPr="002D1207">
        <w:t>tanowieniami powiązanych umów między stronami istniejących</w:t>
      </w:r>
      <w:r w:rsidR="002D1207" w:rsidRPr="002D1207">
        <w:t xml:space="preserve"> w chw</w:t>
      </w:r>
      <w:r w:rsidRPr="002D1207">
        <w:t xml:space="preserve">ili uzgadniania niniejszych klauzul lub zawartych po ich uzgodnieniu, pierwszeństwo mają niniejsze klauzule. </w:t>
      </w:r>
    </w:p>
    <w:p w:rsidR="002D6DAC" w:rsidRPr="002D1207" w:rsidRDefault="002D6DAC" w:rsidP="00061EF2">
      <w:pPr>
        <w:pStyle w:val="Titrearticle"/>
      </w:pPr>
      <w:r w:rsidRPr="002D1207">
        <w:t>Klauzula 5 – fakultatywna</w:t>
      </w:r>
    </w:p>
    <w:p w:rsidR="002D6DAC" w:rsidRPr="002D1207" w:rsidRDefault="004945F4" w:rsidP="00061EF2">
      <w:pPr>
        <w:pStyle w:val="Titrearticle"/>
        <w:rPr>
          <w:b/>
        </w:rPr>
      </w:pPr>
      <w:r w:rsidRPr="002D1207">
        <w:rPr>
          <w:b/>
        </w:rPr>
        <w:t>Klauzula przystąpienia</w:t>
      </w:r>
    </w:p>
    <w:p w:rsidR="002D6DAC" w:rsidRPr="002D1207" w:rsidRDefault="002D1207" w:rsidP="002D1207">
      <w:pPr>
        <w:pStyle w:val="Point0"/>
      </w:pPr>
      <w:r w:rsidRPr="002D1207">
        <w:t>a)</w:t>
      </w:r>
      <w:r w:rsidRPr="002D1207">
        <w:tab/>
      </w:r>
      <w:r w:rsidR="002D6DAC" w:rsidRPr="002D1207">
        <w:t>Każdy podmiot niebędący stroną niniejszych klauzul może za zgodą wszystkich stron przystąpić do niniejszych klauzul jako administrator lub podmiot przetwarzający</w:t>
      </w:r>
      <w:r w:rsidRPr="002D1207">
        <w:t xml:space="preserve"> w dow</w:t>
      </w:r>
      <w:r w:rsidR="002D6DAC" w:rsidRPr="002D1207">
        <w:t>olnym czasie, wypełniając załączniki</w:t>
      </w:r>
      <w:r w:rsidRPr="002D1207">
        <w:t xml:space="preserve"> i pod</w:t>
      </w:r>
      <w:r w:rsidR="002D6DAC" w:rsidRPr="002D1207">
        <w:t>pisując załącznik I.</w:t>
      </w:r>
    </w:p>
    <w:p w:rsidR="002D6DAC" w:rsidRPr="002D1207" w:rsidRDefault="002D1207" w:rsidP="002D1207">
      <w:pPr>
        <w:pStyle w:val="Point0"/>
      </w:pPr>
      <w:r w:rsidRPr="002D1207">
        <w:t>b)</w:t>
      </w:r>
      <w:r w:rsidRPr="002D1207">
        <w:tab/>
      </w:r>
      <w:r w:rsidR="002D6DAC" w:rsidRPr="002D1207">
        <w:t>Po wypełnieniu</w:t>
      </w:r>
      <w:r w:rsidRPr="002D1207">
        <w:t xml:space="preserve"> i pod</w:t>
      </w:r>
      <w:r w:rsidR="002D6DAC" w:rsidRPr="002D1207">
        <w:t>pisaniu załączników wymienionych</w:t>
      </w:r>
      <w:r w:rsidRPr="002D1207">
        <w:t xml:space="preserve"> w lit</w:t>
      </w:r>
      <w:r w:rsidR="002D6DAC" w:rsidRPr="002D1207">
        <w:t>.</w:t>
      </w:r>
      <w:r w:rsidR="007315AE" w:rsidRPr="002D1207">
        <w:t> </w:t>
      </w:r>
      <w:r w:rsidR="002D6DAC" w:rsidRPr="002D1207">
        <w:t>a) podmiot przystępujący jest traktowany jako strona niniejszych klauzul i ma prawa</w:t>
      </w:r>
      <w:r w:rsidRPr="002D1207">
        <w:t xml:space="preserve"> i obo</w:t>
      </w:r>
      <w:r w:rsidR="002D6DAC" w:rsidRPr="002D1207">
        <w:t>wiązki administratora lub podmiotu przetwarzającego, zgodnie</w:t>
      </w:r>
      <w:r w:rsidRPr="002D1207">
        <w:t xml:space="preserve"> z rol</w:t>
      </w:r>
      <w:r w:rsidR="002D6DAC" w:rsidRPr="002D1207">
        <w:t>ą nadaną mu</w:t>
      </w:r>
      <w:r w:rsidRPr="002D1207">
        <w:t xml:space="preserve"> w zał</w:t>
      </w:r>
      <w:r w:rsidR="002D6DAC" w:rsidRPr="002D1207">
        <w:t>ączniku I.</w:t>
      </w:r>
    </w:p>
    <w:p w:rsidR="002D6DAC" w:rsidRPr="002D1207" w:rsidRDefault="002D1207" w:rsidP="002D1207">
      <w:pPr>
        <w:pStyle w:val="Point0"/>
      </w:pPr>
      <w:r w:rsidRPr="002D1207">
        <w:t>c)</w:t>
      </w:r>
      <w:r w:rsidRPr="002D1207">
        <w:tab/>
      </w:r>
      <w:r w:rsidR="00494F05" w:rsidRPr="002D1207">
        <w:t>Przed przystąpieniem do niniejszych klauzul jako ich strona podmiot przystępujący nie ma żadnych praw ani obowiązków wynikających</w:t>
      </w:r>
      <w:r w:rsidRPr="002D1207">
        <w:t xml:space="preserve"> z nin</w:t>
      </w:r>
      <w:r w:rsidR="00494F05" w:rsidRPr="002D1207">
        <w:t>iejszych klauzul.</w:t>
      </w:r>
    </w:p>
    <w:p w:rsidR="00FA312F" w:rsidRPr="002D1207" w:rsidRDefault="00FA312F">
      <w:pPr>
        <w:spacing w:before="0" w:after="200" w:line="276" w:lineRule="auto"/>
        <w:jc w:val="left"/>
        <w:rPr>
          <w:szCs w:val="24"/>
        </w:rPr>
      </w:pPr>
      <w:r w:rsidRPr="002D1207">
        <w:br w:type="page"/>
      </w:r>
    </w:p>
    <w:p w:rsidR="002D6DAC" w:rsidRPr="002D1207" w:rsidRDefault="002D6DAC" w:rsidP="00061EF2">
      <w:pPr>
        <w:pStyle w:val="NormalCentered"/>
        <w:rPr>
          <w:b/>
          <w:u w:val="single"/>
        </w:rPr>
      </w:pPr>
      <w:r w:rsidRPr="002D1207">
        <w:rPr>
          <w:b/>
          <w:u w:val="single"/>
        </w:rPr>
        <w:t>SEKCJA II – OBOWIĄZKI STRON</w:t>
      </w:r>
    </w:p>
    <w:p w:rsidR="002D6DAC" w:rsidRPr="002D1207" w:rsidRDefault="00494F05" w:rsidP="00061EF2">
      <w:pPr>
        <w:pStyle w:val="Titrearticle"/>
      </w:pPr>
      <w:r w:rsidRPr="002D1207">
        <w:t xml:space="preserve">Klauzula 6 </w:t>
      </w:r>
    </w:p>
    <w:p w:rsidR="002D6DAC" w:rsidRPr="002D1207" w:rsidRDefault="002D6DAC" w:rsidP="00061EF2">
      <w:pPr>
        <w:pStyle w:val="Titrearticle"/>
        <w:rPr>
          <w:b/>
        </w:rPr>
      </w:pPr>
      <w:r w:rsidRPr="002D1207">
        <w:rPr>
          <w:b/>
        </w:rPr>
        <w:t>Opis przetwarzania</w:t>
      </w:r>
    </w:p>
    <w:p w:rsidR="002D6DAC" w:rsidRPr="002D1207" w:rsidRDefault="002D6DAC" w:rsidP="00FA312F">
      <w:pPr>
        <w:rPr>
          <w:szCs w:val="24"/>
        </w:rPr>
      </w:pPr>
      <w:r w:rsidRPr="002D1207">
        <w:t>Szczegóły dotyczące operacji przetwarzania,</w:t>
      </w:r>
      <w:r w:rsidR="002D1207" w:rsidRPr="002D1207">
        <w:t xml:space="preserve"> w szc</w:t>
      </w:r>
      <w:r w:rsidRPr="002D1207">
        <w:t>zególności kategorie danych osobowych</w:t>
      </w:r>
      <w:r w:rsidR="002D1207" w:rsidRPr="002D1207">
        <w:t xml:space="preserve"> i cel</w:t>
      </w:r>
      <w:r w:rsidRPr="002D1207">
        <w:t>e, dla których dane osobowe są przetwarzane</w:t>
      </w:r>
      <w:r w:rsidR="002D1207" w:rsidRPr="002D1207">
        <w:t xml:space="preserve"> w imi</w:t>
      </w:r>
      <w:r w:rsidRPr="002D1207">
        <w:t>eniu administratora, określono</w:t>
      </w:r>
      <w:r w:rsidR="002D1207" w:rsidRPr="002D1207">
        <w:t xml:space="preserve"> w zał</w:t>
      </w:r>
      <w:r w:rsidRPr="002D1207">
        <w:t>ączniku II.</w:t>
      </w:r>
    </w:p>
    <w:p w:rsidR="002D6DAC" w:rsidRPr="002D1207" w:rsidRDefault="00494F05" w:rsidP="00061EF2">
      <w:pPr>
        <w:pStyle w:val="Titrearticle"/>
      </w:pPr>
      <w:r w:rsidRPr="002D1207">
        <w:t xml:space="preserve">Klauzula 7 </w:t>
      </w:r>
    </w:p>
    <w:p w:rsidR="002D6DAC" w:rsidRPr="002D1207" w:rsidRDefault="002D6DAC" w:rsidP="00061EF2">
      <w:pPr>
        <w:pStyle w:val="Titrearticle"/>
        <w:rPr>
          <w:b/>
        </w:rPr>
      </w:pPr>
      <w:r w:rsidRPr="002D1207">
        <w:rPr>
          <w:b/>
        </w:rPr>
        <w:t xml:space="preserve">Obowiązki stron </w:t>
      </w:r>
    </w:p>
    <w:p w:rsidR="00DF3E08" w:rsidRPr="002D1207" w:rsidRDefault="00DF3E08" w:rsidP="00DF3E08">
      <w:pPr>
        <w:rPr>
          <w:b/>
        </w:rPr>
      </w:pPr>
      <w:r w:rsidRPr="002D1207">
        <w:rPr>
          <w:b/>
        </w:rPr>
        <w:t>7.1. Polecenia</w:t>
      </w:r>
    </w:p>
    <w:p w:rsidR="002D6DAC" w:rsidRPr="002D1207" w:rsidRDefault="002D1207" w:rsidP="002D1207">
      <w:pPr>
        <w:pStyle w:val="Point0"/>
      </w:pPr>
      <w:r w:rsidRPr="002D1207">
        <w:t>a)</w:t>
      </w:r>
      <w:r w:rsidRPr="002D1207">
        <w:tab/>
      </w:r>
      <w:r w:rsidR="002D6DAC" w:rsidRPr="002D1207">
        <w:t>Podmiot przetwarzający przetwarza dane osobowe wyłącznie na udokumentowane polecenie administratora, chyba że obowiązek taki nakłada na niego prawo Unii lub prawo państwa członkowskiego, któremu podlega podmiot przetwarzający</w:t>
      </w:r>
      <w:r w:rsidRPr="002D1207">
        <w:t>. W tak</w:t>
      </w:r>
      <w:r w:rsidR="002D6DAC" w:rsidRPr="002D1207">
        <w:t>im przypadku przed rozpoczęciem przetwarzania podmiot przetwarzający informuje administratora</w:t>
      </w:r>
      <w:r w:rsidRPr="002D1207">
        <w:t xml:space="preserve"> o tym</w:t>
      </w:r>
      <w:r w:rsidR="002D6DAC" w:rsidRPr="002D1207">
        <w:t xml:space="preserve"> obowiązku prawnym,</w:t>
      </w:r>
      <w:r w:rsidRPr="002D1207">
        <w:t xml:space="preserve"> o ile</w:t>
      </w:r>
      <w:r w:rsidR="002D6DAC" w:rsidRPr="002D1207">
        <w:t xml:space="preserve"> prawo nie zabrania udzielenia takiej informacji</w:t>
      </w:r>
      <w:r w:rsidRPr="002D1207">
        <w:t xml:space="preserve"> z uwa</w:t>
      </w:r>
      <w:r w:rsidR="002D6DAC" w:rsidRPr="002D1207">
        <w:t xml:space="preserve">gi na ważny interes publiczny. Administrator może wydawać kolejne polecenia przez cały okres przetwarzania danych osobowych. Polecenia te są zawsze dokumentowane. </w:t>
      </w:r>
    </w:p>
    <w:p w:rsidR="002D6DAC" w:rsidRPr="002D1207" w:rsidRDefault="002D1207" w:rsidP="002D1207">
      <w:pPr>
        <w:pStyle w:val="Point0"/>
      </w:pPr>
      <w:r w:rsidRPr="002D1207">
        <w:t>b)</w:t>
      </w:r>
      <w:r w:rsidRPr="002D1207">
        <w:tab/>
      </w:r>
      <w:r w:rsidR="002D6DAC" w:rsidRPr="002D1207">
        <w:t>Podmiot przetwarzający bezzwłocznie powiadamia administratora, jeżeli</w:t>
      </w:r>
      <w:r w:rsidRPr="002D1207">
        <w:t xml:space="preserve"> w opi</w:t>
      </w:r>
      <w:r w:rsidR="002D6DAC" w:rsidRPr="002D1207">
        <w:t>nii podmiotu przetwarzającego polecenie wydane przez administratora narusza rozporządzenie (UE) 2016/679 lub rozporządzenie (UE) 2018/1725 lub obowiązujące przepisy Unii lub państwa członkowskiego</w:t>
      </w:r>
      <w:r w:rsidRPr="002D1207">
        <w:t xml:space="preserve"> o och</w:t>
      </w:r>
      <w:r w:rsidR="002D6DAC" w:rsidRPr="002D1207">
        <w:t>ronie danych.</w:t>
      </w:r>
    </w:p>
    <w:p w:rsidR="000B3A26" w:rsidRPr="002D1207" w:rsidRDefault="000B3A26" w:rsidP="00E46CA4">
      <w:pPr>
        <w:rPr>
          <w:b/>
          <w:szCs w:val="24"/>
        </w:rPr>
      </w:pPr>
    </w:p>
    <w:p w:rsidR="002D6DAC" w:rsidRPr="002D1207" w:rsidRDefault="00494F05" w:rsidP="00405F4C">
      <w:pPr>
        <w:rPr>
          <w:b/>
          <w:szCs w:val="24"/>
        </w:rPr>
      </w:pPr>
      <w:r w:rsidRPr="002D1207">
        <w:rPr>
          <w:b/>
          <w:szCs w:val="24"/>
        </w:rPr>
        <w:t>7.2. Ograniczenie celu</w:t>
      </w:r>
    </w:p>
    <w:p w:rsidR="002D6DAC" w:rsidRPr="002D1207" w:rsidRDefault="002D6DAC" w:rsidP="00FA312F">
      <w:pPr>
        <w:rPr>
          <w:szCs w:val="24"/>
        </w:rPr>
      </w:pPr>
      <w:r w:rsidRPr="002D1207">
        <w:t>Podmiot przetwarzający przetwarza dane osobowe wyłącznie</w:t>
      </w:r>
      <w:r w:rsidR="002D1207" w:rsidRPr="002D1207">
        <w:t xml:space="preserve"> w kon</w:t>
      </w:r>
      <w:r w:rsidRPr="002D1207">
        <w:t>kretnym celu lub celach przetwarzania, określonych</w:t>
      </w:r>
      <w:r w:rsidR="002D1207" w:rsidRPr="002D1207">
        <w:t xml:space="preserve"> w zał</w:t>
      </w:r>
      <w:r w:rsidRPr="002D1207">
        <w:t>ączniku II, chyba że otrzyma dalsze polecenia od administratora.</w:t>
      </w:r>
    </w:p>
    <w:p w:rsidR="002D6DAC" w:rsidRPr="002D1207" w:rsidRDefault="002D6DAC">
      <w:pPr>
        <w:rPr>
          <w:szCs w:val="24"/>
        </w:rPr>
      </w:pPr>
    </w:p>
    <w:p w:rsidR="002D6DAC" w:rsidRPr="002D1207" w:rsidRDefault="00494F05" w:rsidP="00405F4C">
      <w:pPr>
        <w:rPr>
          <w:b/>
          <w:szCs w:val="24"/>
        </w:rPr>
      </w:pPr>
      <w:r w:rsidRPr="002D1207">
        <w:rPr>
          <w:b/>
          <w:szCs w:val="24"/>
        </w:rPr>
        <w:t>7.3. Czas trwania przetwarzania danych osobowych</w:t>
      </w:r>
    </w:p>
    <w:p w:rsidR="00124D07" w:rsidRPr="002D1207" w:rsidRDefault="00124D07" w:rsidP="00FA312F">
      <w:pPr>
        <w:rPr>
          <w:szCs w:val="24"/>
        </w:rPr>
      </w:pPr>
      <w:r w:rsidRPr="002D1207">
        <w:t>Przetwarzanie przez podmiot przetwarzający odbywa się wyłącznie przez okres określony</w:t>
      </w:r>
      <w:r w:rsidR="002D1207" w:rsidRPr="002D1207">
        <w:t xml:space="preserve"> w zał</w:t>
      </w:r>
      <w:r w:rsidRPr="002D1207">
        <w:t xml:space="preserve">ączniku II. </w:t>
      </w:r>
    </w:p>
    <w:p w:rsidR="00FE62F9" w:rsidRPr="002D1207" w:rsidRDefault="00FE62F9">
      <w:pPr>
        <w:rPr>
          <w:szCs w:val="24"/>
        </w:rPr>
      </w:pPr>
    </w:p>
    <w:p w:rsidR="002D6DAC" w:rsidRPr="002D1207" w:rsidRDefault="00494F05" w:rsidP="00405F4C">
      <w:pPr>
        <w:rPr>
          <w:b/>
          <w:szCs w:val="24"/>
        </w:rPr>
      </w:pPr>
      <w:r w:rsidRPr="002D1207">
        <w:rPr>
          <w:b/>
          <w:szCs w:val="24"/>
        </w:rPr>
        <w:t>7.4. Bezpieczeństwo przetwarzania</w:t>
      </w:r>
    </w:p>
    <w:p w:rsidR="002D6DAC" w:rsidRPr="002D1207" w:rsidRDefault="002D1207" w:rsidP="002D1207">
      <w:pPr>
        <w:pStyle w:val="Point0"/>
      </w:pPr>
      <w:r w:rsidRPr="002D1207">
        <w:t>a)</w:t>
      </w:r>
      <w:r w:rsidRPr="002D1207">
        <w:tab/>
      </w:r>
      <w:r w:rsidR="002D6DAC" w:rsidRPr="002D1207">
        <w:t>W celu zapewnienia bezpieczeństwa danych osobowych podmiot przetwarzający wdraża co najmniej środki techniczne</w:t>
      </w:r>
      <w:r w:rsidRPr="002D1207">
        <w:t xml:space="preserve"> i org</w:t>
      </w:r>
      <w:r w:rsidR="002D6DAC" w:rsidRPr="002D1207">
        <w:t>anizacyjne określone</w:t>
      </w:r>
      <w:r w:rsidRPr="002D1207">
        <w:t xml:space="preserve"> w zał</w:t>
      </w:r>
      <w:r w:rsidR="002D6DAC" w:rsidRPr="002D1207">
        <w:t>ączniku III. Zapewnienie bezpieczeństwa danych obejmuje ochronę danych przed naruszeniem bezpieczeństwa prowadzącym do przypadkowego lub niezgodnego</w:t>
      </w:r>
      <w:r w:rsidRPr="002D1207">
        <w:t xml:space="preserve"> z pra</w:t>
      </w:r>
      <w:r w:rsidR="002D6DAC" w:rsidRPr="002D1207">
        <w:t>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w:t>
      </w:r>
      <w:r w:rsidRPr="002D1207">
        <w:t xml:space="preserve"> i cel</w:t>
      </w:r>
      <w:r w:rsidR="002D6DAC" w:rsidRPr="002D1207">
        <w:t>e przetwarzania oraz związane</w:t>
      </w:r>
      <w:r w:rsidRPr="002D1207">
        <w:t xml:space="preserve"> z tym</w:t>
      </w:r>
      <w:r w:rsidR="002D6DAC" w:rsidRPr="002D1207">
        <w:t xml:space="preserve"> ryzyko dla osób, których dane dotyczą. </w:t>
      </w:r>
    </w:p>
    <w:p w:rsidR="00466C95" w:rsidRPr="002D1207" w:rsidRDefault="002D1207" w:rsidP="002D1207">
      <w:pPr>
        <w:pStyle w:val="Point0"/>
      </w:pPr>
      <w:r w:rsidRPr="002D1207">
        <w:t>b)</w:t>
      </w:r>
      <w:r w:rsidRPr="002D1207">
        <w:tab/>
      </w:r>
      <w:r w:rsidR="00466C95" w:rsidRPr="002D1207">
        <w:t>Podmiot przetwarzający udziela członkom swojego personelu dostępu do danych osobowych podlegających przetwarzaniu jedynie</w:t>
      </w:r>
      <w:r w:rsidRPr="002D1207">
        <w:t xml:space="preserve"> w zak</w:t>
      </w:r>
      <w:r w:rsidR="00466C95" w:rsidRPr="002D1207">
        <w:t>resie bezwzględnie niezbędnym do wykonania umowy, zarządzania nią</w:t>
      </w:r>
      <w:r w:rsidRPr="002D1207">
        <w:t xml:space="preserve"> i jej</w:t>
      </w:r>
      <w:r w:rsidR="00466C95" w:rsidRPr="002D1207">
        <w:t xml:space="preserve"> monitorowania. Podmiot przetwarzający zapewnia, by osoby upoważnione do przetwarzania otrzymanych danych osobowych zobowiązały się do zachowania poufności lub by podlegały odpowiedniemu ustawowemu obowiązkowi zachowania poufności. </w:t>
      </w:r>
    </w:p>
    <w:p w:rsidR="000D4EFD" w:rsidRPr="002D1207" w:rsidRDefault="000D4EFD" w:rsidP="008255AE">
      <w:pPr>
        <w:rPr>
          <w:b/>
          <w:szCs w:val="24"/>
        </w:rPr>
      </w:pPr>
    </w:p>
    <w:p w:rsidR="000D4EFD" w:rsidRPr="002D1207" w:rsidRDefault="000D4EFD" w:rsidP="000D4EFD">
      <w:pPr>
        <w:rPr>
          <w:b/>
          <w:szCs w:val="24"/>
        </w:rPr>
      </w:pPr>
      <w:r w:rsidRPr="002D1207">
        <w:rPr>
          <w:b/>
          <w:szCs w:val="24"/>
        </w:rPr>
        <w:t>7.5. Dane wrażliwe</w:t>
      </w:r>
    </w:p>
    <w:p w:rsidR="000D4EFD" w:rsidRPr="002D1207" w:rsidRDefault="000D4EFD" w:rsidP="001A78EB">
      <w:pPr>
        <w:pStyle w:val="ListParagraph"/>
        <w:ind w:left="0"/>
        <w:jc w:val="both"/>
      </w:pPr>
      <w:r w:rsidRPr="002D1207">
        <w:rPr>
          <w:rFonts w:ascii="Times New Roman" w:hAnsi="Times New Roman"/>
          <w:sz w:val="24"/>
          <w:szCs w:val="24"/>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w:t>
      </w:r>
      <w:r w:rsidR="002D1207" w:rsidRPr="002D1207">
        <w:rPr>
          <w:rFonts w:ascii="Times New Roman" w:hAnsi="Times New Roman"/>
          <w:sz w:val="24"/>
          <w:szCs w:val="24"/>
        </w:rPr>
        <w:t xml:space="preserve"> i czy</w:t>
      </w:r>
      <w:r w:rsidRPr="002D1207">
        <w:rPr>
          <w:rFonts w:ascii="Times New Roman" w:hAnsi="Times New Roman"/>
          <w:sz w:val="24"/>
          <w:szCs w:val="24"/>
        </w:rPr>
        <w:t>nów zabronionych („dane wrażliwe”), podmiot przetwarzający stosuje szczególne ograniczenia lub dodatkowe zabezpieczenia.</w:t>
      </w:r>
    </w:p>
    <w:p w:rsidR="000D4EFD" w:rsidRPr="002D1207" w:rsidRDefault="000D4EFD" w:rsidP="008255AE">
      <w:pPr>
        <w:rPr>
          <w:b/>
          <w:szCs w:val="24"/>
        </w:rPr>
      </w:pPr>
    </w:p>
    <w:p w:rsidR="002D6DAC" w:rsidRPr="002D1207" w:rsidRDefault="003F7D59" w:rsidP="008255AE">
      <w:pPr>
        <w:rPr>
          <w:b/>
          <w:szCs w:val="24"/>
        </w:rPr>
      </w:pPr>
      <w:r w:rsidRPr="002D1207">
        <w:rPr>
          <w:b/>
          <w:szCs w:val="24"/>
        </w:rPr>
        <w:t>7.6 Dokumentacja</w:t>
      </w:r>
      <w:r w:rsidR="002D1207" w:rsidRPr="002D1207">
        <w:rPr>
          <w:b/>
          <w:szCs w:val="24"/>
        </w:rPr>
        <w:t xml:space="preserve"> i zgo</w:t>
      </w:r>
      <w:r w:rsidRPr="002D1207">
        <w:rPr>
          <w:b/>
          <w:szCs w:val="24"/>
        </w:rPr>
        <w:t>dność</w:t>
      </w:r>
    </w:p>
    <w:p w:rsidR="002D6DAC" w:rsidRPr="002D1207" w:rsidRDefault="002D1207" w:rsidP="002D1207">
      <w:pPr>
        <w:pStyle w:val="Point0"/>
      </w:pPr>
      <w:r w:rsidRPr="002D1207">
        <w:t>a)</w:t>
      </w:r>
      <w:r w:rsidRPr="002D1207">
        <w:tab/>
      </w:r>
      <w:r w:rsidR="002D6DAC" w:rsidRPr="002D1207">
        <w:t>Strony są</w:t>
      </w:r>
      <w:r w:rsidRPr="002D1207">
        <w:t xml:space="preserve"> w sta</w:t>
      </w:r>
      <w:r w:rsidR="002D6DAC" w:rsidRPr="002D1207">
        <w:t>nie wykazać zgodność</w:t>
      </w:r>
      <w:r w:rsidRPr="002D1207">
        <w:t xml:space="preserve"> z nin</w:t>
      </w:r>
      <w:r w:rsidR="002D6DAC" w:rsidRPr="002D1207">
        <w:t>iejszymi klauzulami.</w:t>
      </w:r>
    </w:p>
    <w:p w:rsidR="00FF16FC" w:rsidRPr="002D1207" w:rsidRDefault="002D1207" w:rsidP="002D1207">
      <w:pPr>
        <w:pStyle w:val="Point0"/>
      </w:pPr>
      <w:r w:rsidRPr="002D1207">
        <w:t>b)</w:t>
      </w:r>
      <w:r w:rsidRPr="002D1207">
        <w:tab/>
      </w:r>
      <w:r w:rsidR="002D6DAC" w:rsidRPr="002D1207">
        <w:t>Podmiot przetwarzający niezwłocznie</w:t>
      </w:r>
      <w:r w:rsidRPr="002D1207">
        <w:t xml:space="preserve"> i odp</w:t>
      </w:r>
      <w:r w:rsidR="002D6DAC" w:rsidRPr="002D1207">
        <w:t>owiednio rozpatruje zapytania administratora dotyczące przetwarzania danych zgodnie</w:t>
      </w:r>
      <w:r w:rsidRPr="002D1207">
        <w:t xml:space="preserve"> z nin</w:t>
      </w:r>
      <w:r w:rsidR="002D6DAC" w:rsidRPr="002D1207">
        <w:t>iejszymi klauzulami.</w:t>
      </w:r>
      <w:r w:rsidR="007315AE" w:rsidRPr="002D1207">
        <w:t xml:space="preserve"> </w:t>
      </w:r>
    </w:p>
    <w:p w:rsidR="002D6DAC" w:rsidRPr="002D1207" w:rsidRDefault="002D1207" w:rsidP="002D1207">
      <w:pPr>
        <w:pStyle w:val="Point0"/>
      </w:pPr>
      <w:r w:rsidRPr="002D1207">
        <w:t>c)</w:t>
      </w:r>
      <w:r w:rsidRPr="002D1207">
        <w:tab/>
      </w:r>
      <w:r w:rsidR="002D6DAC" w:rsidRPr="002D1207">
        <w:t>Podmiot przetwarzający udostępnia administratorowi wszelkie informacje niezbędne do wykazania spełnienia obowiązków, które są określone</w:t>
      </w:r>
      <w:r w:rsidRPr="002D1207">
        <w:t xml:space="preserve"> w nin</w:t>
      </w:r>
      <w:r w:rsidR="002D6DAC" w:rsidRPr="002D1207">
        <w:t>iejszych klauzulach</w:t>
      </w:r>
      <w:r w:rsidRPr="002D1207">
        <w:t xml:space="preserve"> i wyn</w:t>
      </w:r>
      <w:r w:rsidR="002D6DAC" w:rsidRPr="002D1207">
        <w:t>ikają bezpośrednio</w:t>
      </w:r>
      <w:r w:rsidRPr="002D1207">
        <w:t xml:space="preserve"> z roz</w:t>
      </w:r>
      <w:r w:rsidR="002D6DAC" w:rsidRPr="002D1207">
        <w:t>porządzenia (UE) 2016/679 lub rozporządzenia (UE) 2018/1725. Na wniosek administratora podmiot przetwarzający zezwala również na audyty czynności przetwarzania objętych niniejszymi klauzulami</w:t>
      </w:r>
      <w:r w:rsidRPr="002D1207">
        <w:t xml:space="preserve"> i ucz</w:t>
      </w:r>
      <w:r w:rsidR="002D6DAC" w:rsidRPr="002D1207">
        <w:t>estniczy</w:t>
      </w:r>
      <w:r w:rsidRPr="002D1207">
        <w:t xml:space="preserve"> w tyc</w:t>
      </w:r>
      <w:r w:rsidR="002D6DAC" w:rsidRPr="002D1207">
        <w:t>h audytach. Audyty te przeprowadza się</w:t>
      </w:r>
      <w:r w:rsidRPr="002D1207">
        <w:t xml:space="preserve"> w roz</w:t>
      </w:r>
      <w:r w:rsidR="002D6DAC" w:rsidRPr="002D1207">
        <w:t>sądnych odstępach czasu lub jeżeli istnieją przesłanki wskazujące na niezgodność. Podejmując decyzję</w:t>
      </w:r>
      <w:r w:rsidRPr="002D1207">
        <w:t xml:space="preserve"> w spr</w:t>
      </w:r>
      <w:r w:rsidR="002D6DAC" w:rsidRPr="002D1207">
        <w:t xml:space="preserve">awie przeglądu lub audytu, administrator może wziąć pod uwagę odpowiednie certyfikaty, jakie ma podmiot przetwarzający. </w:t>
      </w:r>
    </w:p>
    <w:p w:rsidR="002D6DAC" w:rsidRPr="002D1207" w:rsidRDefault="002D1207" w:rsidP="002D1207">
      <w:pPr>
        <w:pStyle w:val="Point0"/>
      </w:pPr>
      <w:r w:rsidRPr="002D1207">
        <w:t>d)</w:t>
      </w:r>
      <w:r w:rsidRPr="002D1207">
        <w:tab/>
      </w:r>
      <w:r w:rsidR="002D6DAC" w:rsidRPr="002D1207">
        <w:t>Administrator może przeprowadzić audyt samodzielnie lub upoważnić do jego przeprowadzenia niezależnego audytora. Audyty mogą również obejmować inspekcje</w:t>
      </w:r>
      <w:r w:rsidRPr="002D1207">
        <w:t xml:space="preserve"> w pom</w:t>
      </w:r>
      <w:r w:rsidR="002D6DAC" w:rsidRPr="002D1207">
        <w:t>ieszczeniach lub obiektach fizycznych podmiotu przetwarzającego. Audyty te przeprowadza się, informując</w:t>
      </w:r>
      <w:r w:rsidRPr="002D1207">
        <w:t xml:space="preserve"> o nic</w:t>
      </w:r>
      <w:r w:rsidR="002D6DAC" w:rsidRPr="002D1207">
        <w:t>h,</w:t>
      </w:r>
      <w:r w:rsidRPr="002D1207">
        <w:t xml:space="preserve"> w sto</w:t>
      </w:r>
      <w:r w:rsidR="002D6DAC" w:rsidRPr="002D1207">
        <w:t>sownych przypadkach,</w:t>
      </w:r>
      <w:r w:rsidRPr="002D1207">
        <w:t xml:space="preserve"> z odp</w:t>
      </w:r>
      <w:r w:rsidR="002D6DAC" w:rsidRPr="002D1207">
        <w:t xml:space="preserve">owiednim wyprzedzeniem. </w:t>
      </w:r>
    </w:p>
    <w:p w:rsidR="002D6DAC" w:rsidRPr="002D1207" w:rsidRDefault="002D1207" w:rsidP="002D1207">
      <w:pPr>
        <w:pStyle w:val="Point0"/>
      </w:pPr>
      <w:r w:rsidRPr="002D1207">
        <w:t>e)</w:t>
      </w:r>
      <w:r w:rsidRPr="002D1207">
        <w:tab/>
      </w:r>
      <w:r w:rsidR="002D6DAC" w:rsidRPr="002D1207">
        <w:t>Na wniosek właściwego(-ych) organu(-ów) nadzorczego(-ych) strony udostępniają mu (im) informacje,</w:t>
      </w:r>
      <w:r w:rsidRPr="002D1207">
        <w:t xml:space="preserve"> o któ</w:t>
      </w:r>
      <w:r w:rsidR="002D6DAC" w:rsidRPr="002D1207">
        <w:t>rych mowa</w:t>
      </w:r>
      <w:r w:rsidRPr="002D1207">
        <w:t xml:space="preserve"> w nin</w:t>
      </w:r>
      <w:r w:rsidR="002D6DAC" w:rsidRPr="002D1207">
        <w:t>iejszej klauzuli,</w:t>
      </w:r>
      <w:r w:rsidRPr="002D1207">
        <w:t xml:space="preserve"> w tym</w:t>
      </w:r>
      <w:r w:rsidR="002D6DAC" w:rsidRPr="002D1207">
        <w:t xml:space="preserve"> wyniki wszelkich audytów.</w:t>
      </w:r>
    </w:p>
    <w:p w:rsidR="0065404B" w:rsidRPr="002D1207" w:rsidRDefault="0065404B" w:rsidP="00927793">
      <w:pPr>
        <w:rPr>
          <w:b/>
        </w:rPr>
      </w:pPr>
    </w:p>
    <w:p w:rsidR="002D6DAC" w:rsidRPr="002D1207" w:rsidRDefault="003F7D59" w:rsidP="00927793">
      <w:pPr>
        <w:rPr>
          <w:b/>
        </w:rPr>
      </w:pPr>
      <w:r w:rsidRPr="002D1207">
        <w:rPr>
          <w:b/>
        </w:rPr>
        <w:t>7.7. Korzystanie</w:t>
      </w:r>
      <w:r w:rsidR="002D1207" w:rsidRPr="002D1207">
        <w:rPr>
          <w:b/>
        </w:rPr>
        <w:t xml:space="preserve"> z usł</w:t>
      </w:r>
      <w:r w:rsidRPr="002D1207">
        <w:rPr>
          <w:b/>
        </w:rPr>
        <w:t>ug podmiotów podprzetwarzających</w:t>
      </w:r>
    </w:p>
    <w:p w:rsidR="005D197E" w:rsidRPr="002D1207" w:rsidRDefault="002D1207" w:rsidP="002D1207">
      <w:pPr>
        <w:pStyle w:val="Point0"/>
      </w:pPr>
      <w:r w:rsidRPr="002D1207">
        <w:t>a)</w:t>
      </w:r>
      <w:r w:rsidRPr="002D1207">
        <w:tab/>
      </w:r>
      <w:r w:rsidR="002D6DAC" w:rsidRPr="002D1207">
        <w:t>OPCJA 1: UPRZEDNIA SZCZEGÓŁOWA ZGODA: Podmiot przetwarzający nie może podzlecać żadnych operacji przetwarzania dokonywanych</w:t>
      </w:r>
      <w:r w:rsidRPr="002D1207">
        <w:t xml:space="preserve"> w imi</w:t>
      </w:r>
      <w:r w:rsidR="002D6DAC" w:rsidRPr="002D1207">
        <w:t>eniu administratora zgodnie</w:t>
      </w:r>
      <w:r w:rsidRPr="002D1207">
        <w:t xml:space="preserve"> z nin</w:t>
      </w:r>
      <w:r w:rsidR="002D6DAC" w:rsidRPr="002D1207">
        <w:t>iejszymi klauzulami podmiotowi podprzetwarzającemu bez uprzedniej szczegółowej pisemnej zgody administratora. Podmiot przetwarzający składa wniosek</w:t>
      </w:r>
      <w:r w:rsidRPr="002D1207">
        <w:t xml:space="preserve"> o udz</w:t>
      </w:r>
      <w:r w:rsidR="002D6DAC" w:rsidRPr="002D1207">
        <w:t>ielenie szczegółowej zgody co najmniej [NALEŻY PODAĆ TERMIN] przed rozpoczęciem korzystania</w:t>
      </w:r>
      <w:r w:rsidRPr="002D1207">
        <w:t xml:space="preserve"> z usł</w:t>
      </w:r>
      <w:r w:rsidR="002D6DAC" w:rsidRPr="002D1207">
        <w:t>ug danego podmiotu podprzetwarzającego wraz</w:t>
      </w:r>
      <w:r w:rsidRPr="002D1207">
        <w:t xml:space="preserve"> z inf</w:t>
      </w:r>
      <w:r w:rsidR="002D6DAC" w:rsidRPr="002D1207">
        <w:t>ormacjami niezbędnymi do tego, by administrator mógł podjąć decyzję</w:t>
      </w:r>
      <w:r w:rsidRPr="002D1207">
        <w:t xml:space="preserve"> w spr</w:t>
      </w:r>
      <w:r w:rsidR="002D6DAC" w:rsidRPr="002D1207">
        <w:t>awie zgody. Załącznik IV zawiera wykaz podmiotów podprzetwarzających upoważnionych przez administratora. Strony są obowiązane do aktualizacji załącznika IV.</w:t>
      </w:r>
    </w:p>
    <w:p w:rsidR="002D6DAC" w:rsidRPr="002D1207" w:rsidRDefault="002D6DAC" w:rsidP="00166C66">
      <w:pPr>
        <w:pStyle w:val="ListParagraph"/>
        <w:spacing w:before="240"/>
        <w:ind w:left="850"/>
        <w:jc w:val="both"/>
        <w:rPr>
          <w:rFonts w:ascii="Times New Roman" w:hAnsi="Times New Roman" w:cs="Times New Roman"/>
          <w:sz w:val="24"/>
          <w:szCs w:val="24"/>
        </w:rPr>
      </w:pPr>
      <w:r w:rsidRPr="002D1207">
        <w:rPr>
          <w:rFonts w:ascii="Times New Roman" w:hAnsi="Times New Roman"/>
          <w:sz w:val="24"/>
          <w:szCs w:val="24"/>
        </w:rPr>
        <w:t>OPCJA 2: OGÓLNA PISEMNA ZGODA: Podmiot przetwarzający ma ogólną zgodę administratora na korzystanie</w:t>
      </w:r>
      <w:r w:rsidR="002D1207" w:rsidRPr="002D1207">
        <w:rPr>
          <w:rFonts w:ascii="Times New Roman" w:hAnsi="Times New Roman"/>
          <w:sz w:val="24"/>
          <w:szCs w:val="24"/>
        </w:rPr>
        <w:t xml:space="preserve"> z usł</w:t>
      </w:r>
      <w:r w:rsidRPr="002D1207">
        <w:rPr>
          <w:rFonts w:ascii="Times New Roman" w:hAnsi="Times New Roman"/>
          <w:sz w:val="24"/>
          <w:szCs w:val="24"/>
        </w:rPr>
        <w:t>ug podmiotów podprzetwarzających wpisanych do uzgodnionego wykazu. Podmiot przetwarzający informuje administratora na piśmie</w:t>
      </w:r>
      <w:r w:rsidR="002D1207" w:rsidRPr="002D1207">
        <w:rPr>
          <w:rFonts w:ascii="Times New Roman" w:hAnsi="Times New Roman"/>
          <w:sz w:val="24"/>
          <w:szCs w:val="24"/>
        </w:rPr>
        <w:t xml:space="preserve"> o wsz</w:t>
      </w:r>
      <w:r w:rsidRPr="002D1207">
        <w:rPr>
          <w:rFonts w:ascii="Times New Roman" w:hAnsi="Times New Roman"/>
          <w:sz w:val="24"/>
          <w:szCs w:val="24"/>
        </w:rPr>
        <w:t>elkich zamierzonych zmianach</w:t>
      </w:r>
      <w:r w:rsidR="002D1207" w:rsidRPr="002D1207">
        <w:rPr>
          <w:rFonts w:ascii="Times New Roman" w:hAnsi="Times New Roman"/>
          <w:sz w:val="24"/>
          <w:szCs w:val="24"/>
        </w:rPr>
        <w:t xml:space="preserve"> w tym</w:t>
      </w:r>
      <w:r w:rsidRPr="002D1207">
        <w:rPr>
          <w:rFonts w:ascii="Times New Roman" w:hAnsi="Times New Roman"/>
          <w:sz w:val="24"/>
          <w:szCs w:val="24"/>
        </w:rPr>
        <w:t xml:space="preserve"> wykazie polegających na dodaniu lub zastąpieniu podmiotów podprzetwarzających</w:t>
      </w:r>
      <w:r w:rsidR="002D1207" w:rsidRPr="002D1207">
        <w:rPr>
          <w:rFonts w:ascii="Times New Roman" w:hAnsi="Times New Roman"/>
          <w:sz w:val="24"/>
          <w:szCs w:val="24"/>
        </w:rPr>
        <w:t xml:space="preserve"> z wyp</w:t>
      </w:r>
      <w:r w:rsidRPr="002D1207">
        <w:rPr>
          <w:rFonts w:ascii="Times New Roman" w:hAnsi="Times New Roman"/>
          <w:sz w:val="24"/>
          <w:szCs w:val="24"/>
        </w:rPr>
        <w:t>rzedzeniem co najmniej [NALEŻY PODAĆ TERMIN], dając tym samym administratorowi wystarczająco dużo czasu na wyrażenie sprzeciwu wobec takich zmian przed rozpoczęciem korzystania</w:t>
      </w:r>
      <w:r w:rsidR="002D1207" w:rsidRPr="002D1207">
        <w:rPr>
          <w:rFonts w:ascii="Times New Roman" w:hAnsi="Times New Roman"/>
          <w:sz w:val="24"/>
          <w:szCs w:val="24"/>
        </w:rPr>
        <w:t xml:space="preserve"> z usł</w:t>
      </w:r>
      <w:r w:rsidRPr="002D1207">
        <w:rPr>
          <w:rFonts w:ascii="Times New Roman" w:hAnsi="Times New Roman"/>
          <w:sz w:val="24"/>
          <w:szCs w:val="24"/>
        </w:rPr>
        <w:t>ug danego podmiotu podprzetwarzającego (podmiotów podprzetwarzających). Podmiot przetwarzający przekazuje administratorowi niezbędne informacje umożliwiające mu skorzystanie</w:t>
      </w:r>
      <w:r w:rsidR="002D1207" w:rsidRPr="002D1207">
        <w:rPr>
          <w:rFonts w:ascii="Times New Roman" w:hAnsi="Times New Roman"/>
          <w:sz w:val="24"/>
          <w:szCs w:val="24"/>
        </w:rPr>
        <w:t xml:space="preserve"> z pra</w:t>
      </w:r>
      <w:r w:rsidRPr="002D1207">
        <w:rPr>
          <w:rFonts w:ascii="Times New Roman" w:hAnsi="Times New Roman"/>
          <w:sz w:val="24"/>
          <w:szCs w:val="24"/>
        </w:rPr>
        <w:t>wa sprzeciwu.</w:t>
      </w:r>
    </w:p>
    <w:p w:rsidR="002D6DAC" w:rsidRPr="002D1207" w:rsidRDefault="002D1207" w:rsidP="002D1207">
      <w:pPr>
        <w:pStyle w:val="Point0"/>
      </w:pPr>
      <w:r w:rsidRPr="002D1207">
        <w:t>b)</w:t>
      </w:r>
      <w:r w:rsidRPr="002D1207">
        <w:tab/>
      </w:r>
      <w:r w:rsidR="002D6DAC" w:rsidRPr="002D1207">
        <w:t>Jeżeli podmiot przetwarzający korzysta</w:t>
      </w:r>
      <w:r w:rsidRPr="002D1207">
        <w:t xml:space="preserve"> z usł</w:t>
      </w:r>
      <w:r w:rsidR="002D6DAC" w:rsidRPr="002D1207">
        <w:t>ug podmiotu podprzetwarzającego</w:t>
      </w:r>
      <w:r w:rsidRPr="002D1207">
        <w:t xml:space="preserve"> w cel</w:t>
      </w:r>
      <w:r w:rsidR="002D6DAC" w:rsidRPr="002D1207">
        <w:t>u przeprowadzenia określonych czynności przetwarzania (w imieniu administratora), dokonuje tego</w:t>
      </w:r>
      <w:r w:rsidRPr="002D1207">
        <w:t xml:space="preserve"> w dro</w:t>
      </w:r>
      <w:r w:rsidR="002D6DAC" w:rsidRPr="002D1207">
        <w:t>dze umowy, która nakłada na podmiot podprzetwarzający zasadniczo takie same obowiązki</w:t>
      </w:r>
      <w:r w:rsidRPr="002D1207">
        <w:t xml:space="preserve"> w zak</w:t>
      </w:r>
      <w:r w:rsidR="002D6DAC" w:rsidRPr="002D1207">
        <w:t>resie ochrony danych jak obowiązki nałożone na podmiot przetwarzający dane zgodnie</w:t>
      </w:r>
      <w:r w:rsidRPr="002D1207">
        <w:t xml:space="preserve"> z nin</w:t>
      </w:r>
      <w:r w:rsidR="002D6DAC" w:rsidRPr="002D1207">
        <w:t>iejszymi klauzulami. Podmiot przetwarzający zapewnia, aby podmiot podprzetwarzający wypełniał obowiązki, którym podlega podmiot przetwarzający na mocy niniejszych klauzul oraz rozporządzenia (UE) 2016/679 lub rozporządzenia (UE) 2018/1725.</w:t>
      </w:r>
    </w:p>
    <w:p w:rsidR="002D6DAC" w:rsidRPr="002D1207" w:rsidRDefault="002D1207" w:rsidP="002D1207">
      <w:pPr>
        <w:pStyle w:val="Point0"/>
      </w:pPr>
      <w:r w:rsidRPr="002D1207">
        <w:t>c)</w:t>
      </w:r>
      <w:r w:rsidRPr="002D1207">
        <w:tab/>
      </w:r>
      <w:r w:rsidR="00886583" w:rsidRPr="002D1207">
        <w:t>Na wniosek administratora podmiot przetwarzający przekazuje administratorowi kopię umowy, jaką zawarł</w:t>
      </w:r>
      <w:r w:rsidRPr="002D1207">
        <w:t xml:space="preserve"> z pod</w:t>
      </w:r>
      <w:r w:rsidR="00886583" w:rsidRPr="002D1207">
        <w:t>miotem podprzetwarzającym,</w:t>
      </w:r>
      <w:r w:rsidRPr="002D1207">
        <w:t xml:space="preserve"> a w raz</w:t>
      </w:r>
      <w:r w:rsidR="00886583" w:rsidRPr="002D1207">
        <w:t>ie wprowadzenia zmian przekazuje administratorowi jej zaktualizowaną wersję</w:t>
      </w:r>
      <w:r w:rsidRPr="002D1207">
        <w:t>. W zak</w:t>
      </w:r>
      <w:r w:rsidR="00886583" w:rsidRPr="002D1207">
        <w:t>resie niezbędnym do ochrony tajemnicy handlowej lub innych informacji poufnych,</w:t>
      </w:r>
      <w:r w:rsidRPr="002D1207">
        <w:t xml:space="preserve"> w tym</w:t>
      </w:r>
      <w:r w:rsidR="00886583" w:rsidRPr="002D1207">
        <w:t xml:space="preserve"> danych osobowych, podmiot przetwarzający może utajnić tekst umowy przed jej udostępnieniem.</w:t>
      </w:r>
    </w:p>
    <w:p w:rsidR="00192240" w:rsidRPr="002D1207" w:rsidRDefault="002D1207" w:rsidP="002D1207">
      <w:pPr>
        <w:pStyle w:val="Point0"/>
      </w:pPr>
      <w:r w:rsidRPr="002D1207">
        <w:t>d)</w:t>
      </w:r>
      <w:r w:rsidRPr="002D1207">
        <w:tab/>
      </w:r>
      <w:r w:rsidR="002D6DAC" w:rsidRPr="002D1207">
        <w:t>Podmiot przetwarzający pozostaje</w:t>
      </w:r>
      <w:r w:rsidRPr="002D1207">
        <w:t xml:space="preserve"> w peł</w:t>
      </w:r>
      <w:r w:rsidR="002D6DAC" w:rsidRPr="002D1207">
        <w:t>ni odpowiedzialny przed administratorem za wykonanie obowiązków podmiotu podprzetwarzającego zgodnie</w:t>
      </w:r>
      <w:r w:rsidRPr="002D1207">
        <w:t xml:space="preserve"> z jeg</w:t>
      </w:r>
      <w:r w:rsidR="002D6DAC" w:rsidRPr="002D1207">
        <w:t>o umową</w:t>
      </w:r>
      <w:r w:rsidRPr="002D1207">
        <w:t xml:space="preserve"> z pod</w:t>
      </w:r>
      <w:r w:rsidR="002D6DAC" w:rsidRPr="002D1207">
        <w:t>miotem przetwarzającym. Podmiot przetwarzający powiadamia administratora</w:t>
      </w:r>
      <w:r w:rsidRPr="002D1207">
        <w:t xml:space="preserve"> o każ</w:t>
      </w:r>
      <w:r w:rsidR="002D6DAC" w:rsidRPr="002D1207">
        <w:t>dym przypadku niewywiązania się przez podmiot podprzetwarzający</w:t>
      </w:r>
      <w:r w:rsidRPr="002D1207">
        <w:t xml:space="preserve"> z jeg</w:t>
      </w:r>
      <w:r w:rsidR="002D6DAC" w:rsidRPr="002D1207">
        <w:t>o zobowiązań umownych.</w:t>
      </w:r>
    </w:p>
    <w:p w:rsidR="00192240" w:rsidRPr="002D1207" w:rsidRDefault="002D1207" w:rsidP="002D1207">
      <w:pPr>
        <w:pStyle w:val="Point0"/>
      </w:pPr>
      <w:r w:rsidRPr="002D1207">
        <w:t>e)</w:t>
      </w:r>
      <w:r w:rsidRPr="002D1207">
        <w:tab/>
      </w:r>
      <w:r w:rsidR="00192240" w:rsidRPr="002D1207">
        <w:t>Podmiot przetwarzający uzgadnia</w:t>
      </w:r>
      <w:r w:rsidRPr="002D1207">
        <w:t xml:space="preserve"> z pod</w:t>
      </w:r>
      <w:r w:rsidR="00192240" w:rsidRPr="002D1207">
        <w:t>miotem podprzetwarzającym klauzulę dotyczącą beneficjenta będącego osobą trzecią, zgodnie</w:t>
      </w:r>
      <w:r w:rsidRPr="002D1207">
        <w:t xml:space="preserve"> z któ</w:t>
      </w:r>
      <w:r w:rsidR="00192240" w:rsidRPr="002D1207">
        <w:t>rą to klauzulą – jeżeli podmiot przetwarzający przestanie istnieć faktycznie lub formalnie lub stanie się niewypłacalny – administrator ma prawo rozwiązać umowę</w:t>
      </w:r>
      <w:r w:rsidRPr="002D1207">
        <w:t xml:space="preserve"> z pod</w:t>
      </w:r>
      <w:r w:rsidR="00192240" w:rsidRPr="002D1207">
        <w:t>miotem podprzetwarzającym</w:t>
      </w:r>
      <w:r w:rsidRPr="002D1207">
        <w:t xml:space="preserve"> i nak</w:t>
      </w:r>
      <w:r w:rsidR="00192240" w:rsidRPr="002D1207">
        <w:t>azać mu usunięcie lub zwrot danych osobowych.</w:t>
      </w:r>
    </w:p>
    <w:p w:rsidR="00D73036" w:rsidRPr="002D1207" w:rsidRDefault="00D73036" w:rsidP="00405F4C">
      <w:pPr>
        <w:rPr>
          <w:b/>
          <w:szCs w:val="24"/>
        </w:rPr>
      </w:pPr>
    </w:p>
    <w:p w:rsidR="002D6DAC" w:rsidRPr="002D1207" w:rsidRDefault="003F7D59" w:rsidP="00405F4C">
      <w:pPr>
        <w:rPr>
          <w:b/>
          <w:szCs w:val="24"/>
        </w:rPr>
      </w:pPr>
      <w:r w:rsidRPr="002D1207">
        <w:rPr>
          <w:b/>
          <w:szCs w:val="24"/>
        </w:rPr>
        <w:t>7.8. Międzynarodowe przekazywanie danych</w:t>
      </w:r>
    </w:p>
    <w:p w:rsidR="002D6DAC" w:rsidRPr="002D1207" w:rsidRDefault="002D1207" w:rsidP="002D1207">
      <w:pPr>
        <w:pStyle w:val="Point0"/>
      </w:pPr>
      <w:r w:rsidRPr="002D1207">
        <w:t>a)</w:t>
      </w:r>
      <w:r w:rsidRPr="002D1207">
        <w:tab/>
      </w:r>
      <w:r w:rsidR="002D6DAC" w:rsidRPr="002D1207">
        <w:t>Wszelkie przekazywanie danych do państwa trzeciego lub organizacji międzynarodowej przez podmiot przetwarzający odbywa się wyłącznie na udokumentowane polecenie administratora lub</w:t>
      </w:r>
      <w:r w:rsidRPr="002D1207">
        <w:t xml:space="preserve"> w cel</w:t>
      </w:r>
      <w:r w:rsidR="002D6DAC" w:rsidRPr="002D1207">
        <w:t>u spełnienia szczególnego wymogu na mocy prawa Unii lub prawa państwa członkowskiego, któremu podlega podmiot przetwarzający,</w:t>
      </w:r>
      <w:r w:rsidRPr="002D1207">
        <w:t xml:space="preserve"> i odb</w:t>
      </w:r>
      <w:r w:rsidR="002D6DAC" w:rsidRPr="002D1207">
        <w:t>ywa się zgodnie</w:t>
      </w:r>
      <w:r w:rsidRPr="002D1207">
        <w:t xml:space="preserve"> z roz</w:t>
      </w:r>
      <w:r w:rsidR="002D6DAC" w:rsidRPr="002D1207">
        <w:t xml:space="preserve">działem V rozporządzenia (UE) 2016/679 lub rozporządzenia (UE) 2018/1725. </w:t>
      </w:r>
    </w:p>
    <w:p w:rsidR="002D6DAC" w:rsidRPr="002D1207" w:rsidRDefault="002D1207" w:rsidP="002D1207">
      <w:pPr>
        <w:pStyle w:val="Point0"/>
      </w:pPr>
      <w:r w:rsidRPr="002D1207">
        <w:t>b)</w:t>
      </w:r>
      <w:r w:rsidRPr="002D1207">
        <w:tab/>
      </w:r>
      <w:r w:rsidR="002225B9" w:rsidRPr="002D1207">
        <w:t>Jeżeli zgodnie</w:t>
      </w:r>
      <w:r w:rsidRPr="002D1207">
        <w:t xml:space="preserve"> z kla</w:t>
      </w:r>
      <w:r w:rsidR="002225B9" w:rsidRPr="002D1207">
        <w:t>uzulą 7.7 podmiot przetwarzający korzysta</w:t>
      </w:r>
      <w:r w:rsidRPr="002D1207">
        <w:t xml:space="preserve"> z usł</w:t>
      </w:r>
      <w:r w:rsidR="002225B9" w:rsidRPr="002D1207">
        <w:t>ug podmiotu podprzetwarzającego</w:t>
      </w:r>
      <w:r w:rsidRPr="002D1207">
        <w:t xml:space="preserve"> w cel</w:t>
      </w:r>
      <w:r w:rsidR="002225B9" w:rsidRPr="002D1207">
        <w:t>u przeprowadzenia określonych czynności przetwarzania (w imieniu administratora), które wiążą się</w:t>
      </w:r>
      <w:r w:rsidRPr="002D1207">
        <w:t xml:space="preserve"> z prz</w:t>
      </w:r>
      <w:r w:rsidR="002225B9" w:rsidRPr="002D1207">
        <w:t>ekazywaniem danych osobowych</w:t>
      </w:r>
      <w:r w:rsidRPr="002D1207">
        <w:t xml:space="preserve"> w roz</w:t>
      </w:r>
      <w:r w:rsidR="002225B9" w:rsidRPr="002D1207">
        <w:t>umieniu rozdziału V rozporządzenia (UE) 2016/679, administrator wyraża zgodę na to, by podmioty te mogły zapewnić zgodność</w:t>
      </w:r>
      <w:r w:rsidRPr="002D1207">
        <w:t xml:space="preserve"> z roz</w:t>
      </w:r>
      <w:r w:rsidR="002225B9" w:rsidRPr="002D1207">
        <w:t>działem V rozporządzenia (UE) 2016/679 za pomocą standardowych klauzul umownych przyjętych przez Komisję zgodnie</w:t>
      </w:r>
      <w:r w:rsidRPr="002D1207">
        <w:t xml:space="preserve"> z art</w:t>
      </w:r>
      <w:r w:rsidR="002225B9" w:rsidRPr="002D1207">
        <w:t>.</w:t>
      </w:r>
      <w:r w:rsidR="007315AE" w:rsidRPr="002D1207">
        <w:t> </w:t>
      </w:r>
      <w:r w:rsidR="002225B9" w:rsidRPr="002D1207">
        <w:t>46 ust.</w:t>
      </w:r>
      <w:r w:rsidR="007315AE" w:rsidRPr="002D1207">
        <w:t> </w:t>
      </w:r>
      <w:r w:rsidR="002225B9" w:rsidRPr="002D1207">
        <w:t>2 rozporządzenia (UE) 2016/679, pod warunkiem że spełnione są warunki stosowania tych standardowych klauzul umownych.</w:t>
      </w:r>
    </w:p>
    <w:p w:rsidR="002D6DAC" w:rsidRPr="002D1207" w:rsidRDefault="002D6DAC" w:rsidP="00061EF2">
      <w:pPr>
        <w:pStyle w:val="Titrearticle"/>
      </w:pPr>
      <w:r w:rsidRPr="002D1207">
        <w:t>Klauzula 8</w:t>
      </w:r>
    </w:p>
    <w:p w:rsidR="002D6DAC" w:rsidRPr="002D1207" w:rsidRDefault="00181D21" w:rsidP="00061EF2">
      <w:pPr>
        <w:pStyle w:val="Titrearticle"/>
        <w:rPr>
          <w:b/>
        </w:rPr>
      </w:pPr>
      <w:r w:rsidRPr="002D1207">
        <w:rPr>
          <w:b/>
        </w:rPr>
        <w:t xml:space="preserve">Pomoc dla administratora </w:t>
      </w:r>
    </w:p>
    <w:p w:rsidR="002D6DAC" w:rsidRPr="002D1207" w:rsidRDefault="002D1207" w:rsidP="002D1207">
      <w:pPr>
        <w:pStyle w:val="Point0"/>
      </w:pPr>
      <w:r w:rsidRPr="002D1207">
        <w:t>a)</w:t>
      </w:r>
      <w:r w:rsidRPr="002D1207">
        <w:tab/>
      </w:r>
      <w:r w:rsidR="002D6DAC" w:rsidRPr="002D1207">
        <w:t>Podmiot przetwarzający niezwłocznie zawiadamia administratora</w:t>
      </w:r>
      <w:r w:rsidRPr="002D1207">
        <w:t xml:space="preserve"> o każ</w:t>
      </w:r>
      <w:r w:rsidR="002D6DAC" w:rsidRPr="002D1207">
        <w:t>dym wniosku otrzymanym od osoby, której dane dotyczą. Podmiot przetwarzający nie odpowiada na taki wniosek samodzielnie, chyba że administrator wyraził na to zgodę.</w:t>
      </w:r>
    </w:p>
    <w:p w:rsidR="00A316E1" w:rsidRPr="002D1207" w:rsidRDefault="002D1207" w:rsidP="002D1207">
      <w:pPr>
        <w:pStyle w:val="Point0"/>
      </w:pPr>
      <w:r w:rsidRPr="002D1207">
        <w:t>b)</w:t>
      </w:r>
      <w:r w:rsidRPr="002D1207">
        <w:tab/>
      </w:r>
      <w:r w:rsidR="00152A61" w:rsidRPr="002D1207">
        <w:t>Podmiot przetwarzający pomaga administratorowi</w:t>
      </w:r>
      <w:r w:rsidRPr="002D1207">
        <w:t xml:space="preserve"> w wyp</w:t>
      </w:r>
      <w:r w:rsidR="00152A61" w:rsidRPr="002D1207">
        <w:t>ełnianiu jego obowiązków dotyczących udzielania odpowiedzi na wnioski osób, których dane dotyczą,</w:t>
      </w:r>
      <w:r w:rsidRPr="002D1207">
        <w:t xml:space="preserve"> o sko</w:t>
      </w:r>
      <w:r w:rsidR="00152A61" w:rsidRPr="002D1207">
        <w:t>rzystanie</w:t>
      </w:r>
      <w:r w:rsidRPr="002D1207">
        <w:t xml:space="preserve"> z prz</w:t>
      </w:r>
      <w:r w:rsidR="00152A61" w:rsidRPr="002D1207">
        <w:t>ysługujących im praw,</w:t>
      </w:r>
      <w:r w:rsidRPr="002D1207">
        <w:t xml:space="preserve"> z uwz</w:t>
      </w:r>
      <w:r w:rsidR="00152A61" w:rsidRPr="002D1207">
        <w:t>ględnieniem charakteru przetwarzania. Wypełniając swoje obowiązki zgodnie</w:t>
      </w:r>
      <w:r w:rsidRPr="002D1207">
        <w:t xml:space="preserve"> z lit</w:t>
      </w:r>
      <w:r w:rsidR="00152A61" w:rsidRPr="002D1207">
        <w:t>.</w:t>
      </w:r>
      <w:r w:rsidR="007315AE" w:rsidRPr="002D1207">
        <w:t> </w:t>
      </w:r>
      <w:r w:rsidR="00152A61" w:rsidRPr="002D1207">
        <w:t>a) i b), podmiot przetwarzający stosuje się do poleceń administratora.</w:t>
      </w:r>
    </w:p>
    <w:p w:rsidR="002D6DAC" w:rsidRPr="002D1207" w:rsidRDefault="002D1207" w:rsidP="002D1207">
      <w:pPr>
        <w:pStyle w:val="Point0"/>
      </w:pPr>
      <w:r w:rsidRPr="002D1207">
        <w:t>c)</w:t>
      </w:r>
      <w:r w:rsidRPr="002D1207">
        <w:tab/>
      </w:r>
      <w:r w:rsidR="002D6DAC" w:rsidRPr="002D1207">
        <w:t>Oprócz spoczywającego na podmiocie przetwarzającym obowiązku pomagania administratorowi zgodnie</w:t>
      </w:r>
      <w:r w:rsidRPr="002D1207">
        <w:t xml:space="preserve"> z kla</w:t>
      </w:r>
      <w:r w:rsidR="002D6DAC" w:rsidRPr="002D1207">
        <w:t>uzulą 8 lit.</w:t>
      </w:r>
      <w:r w:rsidR="007315AE" w:rsidRPr="002D1207">
        <w:t> </w:t>
      </w:r>
      <w:r w:rsidR="002D6DAC" w:rsidRPr="002D1207">
        <w:t>b) podmiot przetwarzający pomaga mu ponadto</w:t>
      </w:r>
      <w:r w:rsidRPr="002D1207">
        <w:t xml:space="preserve"> w zap</w:t>
      </w:r>
      <w:r w:rsidR="002D6DAC" w:rsidRPr="002D1207">
        <w:t>ewnieniu wypełniania następujących obowiązków,</w:t>
      </w:r>
      <w:r w:rsidRPr="002D1207">
        <w:t xml:space="preserve"> z uwz</w:t>
      </w:r>
      <w:r w:rsidR="002D6DAC" w:rsidRPr="002D1207">
        <w:t>ględnieniem charakteru przetwarzania danych oraz informacji, którymi dysponuje podmiot przetwarzający:</w:t>
      </w:r>
    </w:p>
    <w:p w:rsidR="002D6DAC" w:rsidRPr="002D1207" w:rsidRDefault="002D1207" w:rsidP="002D1207">
      <w:pPr>
        <w:pStyle w:val="Point1"/>
      </w:pPr>
      <w:r w:rsidRPr="002D1207">
        <w:t>1)</w:t>
      </w:r>
      <w:r w:rsidRPr="002D1207">
        <w:tab/>
      </w:r>
      <w:r w:rsidR="002D6DAC" w:rsidRPr="002D1207">
        <w:t>obowiązek przeprowadzenia oceny wpływu planowanych operacji przetwarzania na ochronę danych osobowych („ocena skutków dla ochrony danych”), jeżeli dany rodzaj przetwarzania może powodować wysokie ryzyko naruszenia praw</w:t>
      </w:r>
      <w:r w:rsidRPr="002D1207">
        <w:t xml:space="preserve"> i wol</w:t>
      </w:r>
      <w:r w:rsidR="002D6DAC" w:rsidRPr="002D1207">
        <w:t>ności osób fizycznych;</w:t>
      </w:r>
    </w:p>
    <w:p w:rsidR="00D73036" w:rsidRPr="002D1207" w:rsidRDefault="002D1207" w:rsidP="002D1207">
      <w:pPr>
        <w:pStyle w:val="Point1"/>
      </w:pPr>
      <w:r w:rsidRPr="002D1207">
        <w:t>2)</w:t>
      </w:r>
      <w:r w:rsidRPr="002D1207">
        <w:tab/>
      </w:r>
      <w:r w:rsidR="002D6DAC" w:rsidRPr="002D1207">
        <w:t>obowiązek skonsultowania się</w:t>
      </w:r>
      <w:r w:rsidRPr="002D1207">
        <w:t xml:space="preserve"> z wła</w:t>
      </w:r>
      <w:r w:rsidR="002D6DAC" w:rsidRPr="002D1207">
        <w:t>ściwym(-i) organem(-ami) nadzorczym(-i) przed rozpoczęciem przetwarzania, jeżeli ocena skutków dla ochrony danych wskaże, że przetwarzanie powodowałoby wysokie ryzyko, gdyby administrator nie zastosował środków</w:t>
      </w:r>
      <w:r w:rsidRPr="002D1207">
        <w:t xml:space="preserve"> w cel</w:t>
      </w:r>
      <w:r w:rsidR="002D6DAC" w:rsidRPr="002D1207">
        <w:t>u jego ograniczenia;</w:t>
      </w:r>
    </w:p>
    <w:p w:rsidR="006A33E9" w:rsidRPr="002D1207" w:rsidRDefault="002D1207" w:rsidP="002D1207">
      <w:pPr>
        <w:pStyle w:val="Point1"/>
      </w:pPr>
      <w:r w:rsidRPr="002D1207">
        <w:t>3)</w:t>
      </w:r>
      <w:r w:rsidRPr="002D1207">
        <w:tab/>
      </w:r>
      <w:r w:rsidR="00CF1F08" w:rsidRPr="002D1207">
        <w:t>obowiązek zapewnienia prawidłowości</w:t>
      </w:r>
      <w:r w:rsidRPr="002D1207">
        <w:t xml:space="preserve"> i akt</w:t>
      </w:r>
      <w:r w:rsidR="00CF1F08" w:rsidRPr="002D1207">
        <w:t>ualności danych osobowych poprzez niezwłoczne poinformowanie administratora, jeżeli podmiot przetwarzający stwierdzi, że przetwarzane przez niego dane osobowe są nieprawidłowe lub nieaktualne;</w:t>
      </w:r>
    </w:p>
    <w:p w:rsidR="007527A0" w:rsidRPr="002D1207" w:rsidRDefault="002D1207" w:rsidP="002D1207">
      <w:pPr>
        <w:pStyle w:val="Point1"/>
      </w:pPr>
      <w:r w:rsidRPr="002D1207">
        <w:t>4)</w:t>
      </w:r>
      <w:r w:rsidRPr="002D1207">
        <w:tab/>
      </w:r>
      <w:r w:rsidR="006A33E9" w:rsidRPr="002D1207">
        <w:t>obowiązki określone w [OPCJA 1] art.</w:t>
      </w:r>
      <w:r w:rsidR="007315AE" w:rsidRPr="002D1207">
        <w:t> </w:t>
      </w:r>
      <w:r w:rsidR="006A33E9" w:rsidRPr="002D1207">
        <w:t>32 rozporządzenia (UE) 2016/679 / [OPCJA 2] art.</w:t>
      </w:r>
      <w:r w:rsidR="007315AE" w:rsidRPr="002D1207">
        <w:t> </w:t>
      </w:r>
      <w:r w:rsidR="006A33E9" w:rsidRPr="002D1207">
        <w:t>33</w:t>
      </w:r>
      <w:r w:rsidRPr="002D1207">
        <w:t xml:space="preserve"> i 3</w:t>
      </w:r>
      <w:r w:rsidR="006A33E9" w:rsidRPr="002D1207">
        <w:t>6–38 rozporządzenia (UE) 2018/1725.</w:t>
      </w:r>
    </w:p>
    <w:p w:rsidR="002D6DAC" w:rsidRPr="002D1207" w:rsidRDefault="002D1207" w:rsidP="002D1207">
      <w:pPr>
        <w:pStyle w:val="Point0"/>
      </w:pPr>
      <w:r w:rsidRPr="002D1207">
        <w:t>d)</w:t>
      </w:r>
      <w:r w:rsidRPr="002D1207">
        <w:tab/>
      </w:r>
      <w:r w:rsidR="002D6DAC" w:rsidRPr="002D1207">
        <w:t>Strony określają</w:t>
      </w:r>
      <w:r w:rsidRPr="002D1207">
        <w:t xml:space="preserve"> w zał</w:t>
      </w:r>
      <w:r w:rsidR="002D6DAC" w:rsidRPr="002D1207">
        <w:t>ączniku III odpowiednie środki techniczne</w:t>
      </w:r>
      <w:r w:rsidRPr="002D1207">
        <w:t xml:space="preserve"> i org</w:t>
      </w:r>
      <w:r w:rsidR="002D6DAC" w:rsidRPr="002D1207">
        <w:t>anizacyjne, za pomocą których podmiot przetwarzający jest zobowiązany pomagać administratorowi</w:t>
      </w:r>
      <w:r w:rsidRPr="002D1207">
        <w:t xml:space="preserve"> w sto</w:t>
      </w:r>
      <w:r w:rsidR="002D6DAC" w:rsidRPr="002D1207">
        <w:t xml:space="preserve">sowaniu niniejszej klauzuli, jak również zakres wymaganej pomocy. </w:t>
      </w:r>
    </w:p>
    <w:p w:rsidR="002D6DAC" w:rsidRPr="002D1207" w:rsidRDefault="002D6DAC" w:rsidP="00061EF2">
      <w:pPr>
        <w:pStyle w:val="Titrearticle"/>
        <w:rPr>
          <w:u w:val="single"/>
        </w:rPr>
      </w:pPr>
      <w:r w:rsidRPr="002D1207">
        <w:t>Klauzula 9</w:t>
      </w:r>
    </w:p>
    <w:p w:rsidR="002D6DAC" w:rsidRPr="002D1207" w:rsidRDefault="002D6DAC" w:rsidP="00061EF2">
      <w:pPr>
        <w:pStyle w:val="Titrearticle"/>
        <w:rPr>
          <w:b/>
        </w:rPr>
      </w:pPr>
      <w:r w:rsidRPr="002D1207">
        <w:rPr>
          <w:b/>
        </w:rPr>
        <w:t>Zgłaszanie naruszenia ochrony danych osobowych</w:t>
      </w:r>
    </w:p>
    <w:p w:rsidR="002D6DAC" w:rsidRPr="002D1207" w:rsidRDefault="002D6DAC" w:rsidP="00002281">
      <w:pPr>
        <w:autoSpaceDE w:val="0"/>
        <w:autoSpaceDN w:val="0"/>
        <w:adjustRightInd w:val="0"/>
        <w:spacing w:after="0"/>
      </w:pPr>
      <w:r w:rsidRPr="002D1207">
        <w:t>W przypadku naruszenia ochrony danych osobowych podmiot przetwarzający współpracuje</w:t>
      </w:r>
      <w:r w:rsidR="002D1207" w:rsidRPr="002D1207">
        <w:t xml:space="preserve"> z adm</w:t>
      </w:r>
      <w:r w:rsidRPr="002D1207">
        <w:t>inistratorem</w:t>
      </w:r>
      <w:r w:rsidR="002D1207" w:rsidRPr="002D1207">
        <w:t xml:space="preserve"> i pom</w:t>
      </w:r>
      <w:r w:rsidRPr="002D1207">
        <w:t>aga mu</w:t>
      </w:r>
      <w:r w:rsidR="002D1207" w:rsidRPr="002D1207">
        <w:t xml:space="preserve"> w wyp</w:t>
      </w:r>
      <w:r w:rsidRPr="002D1207">
        <w:t>ełnianiu jego obowiązków wynikających</w:t>
      </w:r>
      <w:r w:rsidR="002D1207" w:rsidRPr="002D1207">
        <w:t xml:space="preserve"> z art</w:t>
      </w:r>
      <w:r w:rsidRPr="002D1207">
        <w:t>.</w:t>
      </w:r>
      <w:r w:rsidR="007315AE" w:rsidRPr="002D1207">
        <w:t> </w:t>
      </w:r>
      <w:r w:rsidRPr="002D1207">
        <w:t>33</w:t>
      </w:r>
      <w:r w:rsidR="002D1207" w:rsidRPr="002D1207">
        <w:t xml:space="preserve"> i 3</w:t>
      </w:r>
      <w:r w:rsidRPr="002D1207">
        <w:t>4 rozporządzenia (UE) 2016/679 lub,</w:t>
      </w:r>
      <w:r w:rsidR="002D1207" w:rsidRPr="002D1207">
        <w:t xml:space="preserve"> w sto</w:t>
      </w:r>
      <w:r w:rsidRPr="002D1207">
        <w:t>sownych przypadkach,</w:t>
      </w:r>
      <w:r w:rsidR="002D1207" w:rsidRPr="002D1207">
        <w:t xml:space="preserve"> z art</w:t>
      </w:r>
      <w:r w:rsidRPr="002D1207">
        <w:t>.</w:t>
      </w:r>
      <w:r w:rsidR="007315AE" w:rsidRPr="002D1207">
        <w:t> </w:t>
      </w:r>
      <w:r w:rsidRPr="002D1207">
        <w:t>34</w:t>
      </w:r>
      <w:r w:rsidR="002D1207" w:rsidRPr="002D1207">
        <w:t xml:space="preserve"> i 3</w:t>
      </w:r>
      <w:r w:rsidRPr="002D1207">
        <w:t>5 rozporządzenia (UE) 2018/1725,</w:t>
      </w:r>
      <w:r w:rsidR="002D1207" w:rsidRPr="002D1207">
        <w:t xml:space="preserve"> z uwz</w:t>
      </w:r>
      <w:r w:rsidRPr="002D1207">
        <w:t>ględnieniem charakteru przetwarzania</w:t>
      </w:r>
      <w:r w:rsidR="002D1207" w:rsidRPr="002D1207">
        <w:t xml:space="preserve"> i inf</w:t>
      </w:r>
      <w:r w:rsidRPr="002D1207">
        <w:t>ormacji, którymi dysponuje podmiot przetwarzający.</w:t>
      </w:r>
    </w:p>
    <w:p w:rsidR="00B85B3E" w:rsidRPr="002D1207" w:rsidRDefault="00B85B3E" w:rsidP="00002281">
      <w:pPr>
        <w:autoSpaceDE w:val="0"/>
        <w:autoSpaceDN w:val="0"/>
        <w:adjustRightInd w:val="0"/>
        <w:spacing w:after="0"/>
        <w:rPr>
          <w:b/>
        </w:rPr>
      </w:pPr>
    </w:p>
    <w:p w:rsidR="00D907E9" w:rsidRPr="002D1207" w:rsidRDefault="00D907E9" w:rsidP="00002281">
      <w:pPr>
        <w:autoSpaceDE w:val="0"/>
        <w:autoSpaceDN w:val="0"/>
        <w:adjustRightInd w:val="0"/>
        <w:spacing w:after="0"/>
        <w:rPr>
          <w:b/>
        </w:rPr>
      </w:pPr>
      <w:r w:rsidRPr="002D1207">
        <w:rPr>
          <w:b/>
        </w:rPr>
        <w:t>9.1 Naruszenie ochrony danych dotyczące danych przetwarzanych przez administratora</w:t>
      </w:r>
    </w:p>
    <w:p w:rsidR="00B43C88" w:rsidRPr="002D1207" w:rsidRDefault="00B43C88" w:rsidP="008F5738">
      <w:r w:rsidRPr="002D1207">
        <w:t>W przypadku naruszenia ochrony danych osobowych dotyczącego danych przetwarzanych przez administratora podmiot przetwarzający wspomaga administratora:</w:t>
      </w:r>
    </w:p>
    <w:p w:rsidR="00E647C3" w:rsidRPr="002D1207" w:rsidRDefault="002D1207" w:rsidP="002D1207">
      <w:pPr>
        <w:pStyle w:val="Point0"/>
        <w:ind w:left="1440" w:hanging="720"/>
      </w:pPr>
      <w:r w:rsidRPr="002D1207">
        <w:t>a)</w:t>
      </w:r>
      <w:r w:rsidRPr="002D1207">
        <w:tab/>
      </w:r>
      <w:r w:rsidR="00B43C88" w:rsidRPr="002D1207">
        <w:t>przy zgłaszaniu naruszenia ochrony danych osobowych właściwemu(-ym) organowi(-om) nadzorczemu(-ym) niezwłocznie po tym, jak administrator dowiedział się</w:t>
      </w:r>
      <w:r w:rsidRPr="002D1207">
        <w:t xml:space="preserve"> o nar</w:t>
      </w:r>
      <w:r w:rsidR="00B43C88" w:rsidRPr="002D1207">
        <w:t>uszeniu,</w:t>
      </w:r>
      <w:r w:rsidRPr="002D1207">
        <w:t xml:space="preserve"> w sto</w:t>
      </w:r>
      <w:r w:rsidR="00B43C88" w:rsidRPr="002D1207">
        <w:t xml:space="preserve">sownych przypadkach/(chyba że jest mało prawdopodobne, by naruszenie to skutkowało ryzykiem naruszenia praw lub wolności osób fizycznych); </w:t>
      </w:r>
    </w:p>
    <w:p w:rsidR="00B43C88" w:rsidRPr="002D1207" w:rsidRDefault="002D1207" w:rsidP="002D1207">
      <w:pPr>
        <w:pStyle w:val="Point0"/>
        <w:ind w:left="1417" w:hanging="697"/>
      </w:pPr>
      <w:r w:rsidRPr="002D1207">
        <w:t>b)</w:t>
      </w:r>
      <w:r w:rsidRPr="002D1207">
        <w:tab/>
      </w:r>
      <w:r w:rsidR="00B43C88" w:rsidRPr="002D1207">
        <w:t>przy uzyskiwaniu następujących informacji, które zgodnie z [OPCJA 1] art.</w:t>
      </w:r>
      <w:r w:rsidR="007315AE" w:rsidRPr="002D1207">
        <w:t> </w:t>
      </w:r>
      <w:r w:rsidR="00B43C88" w:rsidRPr="002D1207">
        <w:t>33 ust.</w:t>
      </w:r>
      <w:r w:rsidR="007315AE" w:rsidRPr="002D1207">
        <w:t> </w:t>
      </w:r>
      <w:r w:rsidR="00B43C88" w:rsidRPr="002D1207">
        <w:t>3 rozporządzenia (UE) 2016/679 / [OPCJA 2] art.</w:t>
      </w:r>
      <w:r w:rsidR="007315AE" w:rsidRPr="002D1207">
        <w:t> </w:t>
      </w:r>
      <w:r w:rsidR="00B43C88" w:rsidRPr="002D1207">
        <w:t>34 ust.</w:t>
      </w:r>
      <w:r w:rsidR="007315AE" w:rsidRPr="002D1207">
        <w:t> </w:t>
      </w:r>
      <w:r w:rsidR="00B43C88" w:rsidRPr="002D1207">
        <w:t>3 rozporządzenia (UE) 2018/1725 powinny być zawarte</w:t>
      </w:r>
      <w:r w:rsidRPr="002D1207">
        <w:t xml:space="preserve"> w zgł</w:t>
      </w:r>
      <w:r w:rsidR="00B43C88" w:rsidRPr="002D1207">
        <w:t>oszeniu administratora</w:t>
      </w:r>
      <w:r w:rsidRPr="002D1207">
        <w:t xml:space="preserve"> i obe</w:t>
      </w:r>
      <w:r w:rsidR="00B43C88" w:rsidRPr="002D1207">
        <w:t xml:space="preserve">jmować co najmniej: </w:t>
      </w:r>
    </w:p>
    <w:p w:rsidR="0045640D" w:rsidRPr="002D1207" w:rsidRDefault="002D1207" w:rsidP="002D1207">
      <w:pPr>
        <w:pStyle w:val="Point1"/>
        <w:ind w:left="2160" w:hanging="743"/>
      </w:pPr>
      <w:r w:rsidRPr="002D1207">
        <w:t>1)</w:t>
      </w:r>
      <w:r w:rsidRPr="002D1207">
        <w:tab/>
      </w:r>
      <w:r w:rsidR="0045640D" w:rsidRPr="002D1207">
        <w:t>charakter danych osobowych,</w:t>
      </w:r>
      <w:r w:rsidRPr="002D1207">
        <w:t xml:space="preserve"> w tym w mia</w:t>
      </w:r>
      <w:r w:rsidR="0045640D" w:rsidRPr="002D1207">
        <w:t>rę możliwości kategorie</w:t>
      </w:r>
      <w:r w:rsidRPr="002D1207">
        <w:t xml:space="preserve"> i prz</w:t>
      </w:r>
      <w:r w:rsidR="0045640D" w:rsidRPr="002D1207">
        <w:t>ybliżoną liczbę osób, których dane dotyczą, oraz kategorie</w:t>
      </w:r>
      <w:r w:rsidRPr="002D1207">
        <w:t xml:space="preserve"> i prz</w:t>
      </w:r>
      <w:r w:rsidR="0045640D" w:rsidRPr="002D1207">
        <w:t xml:space="preserve">ybliżoną liczbę wpisów danych osobowych, których dotyczy naruszenie; </w:t>
      </w:r>
    </w:p>
    <w:p w:rsidR="00B43C88" w:rsidRPr="002D1207" w:rsidRDefault="002D1207" w:rsidP="002D1207">
      <w:pPr>
        <w:pStyle w:val="Point1"/>
        <w:ind w:firstLine="0"/>
      </w:pPr>
      <w:r w:rsidRPr="002D1207">
        <w:t>2)</w:t>
      </w:r>
      <w:r w:rsidRPr="002D1207">
        <w:tab/>
      </w:r>
      <w:r w:rsidR="00B43C88" w:rsidRPr="002D1207">
        <w:t>możliwe konsekwencje naruszenia ochrony danych osobowych;</w:t>
      </w:r>
      <w:r w:rsidR="007315AE" w:rsidRPr="002D1207">
        <w:t xml:space="preserve"> </w:t>
      </w:r>
    </w:p>
    <w:p w:rsidR="00D907E9" w:rsidRPr="002D1207" w:rsidRDefault="002D1207" w:rsidP="002D1207">
      <w:pPr>
        <w:pStyle w:val="Point1"/>
        <w:ind w:left="2160" w:hanging="743"/>
      </w:pPr>
      <w:r w:rsidRPr="002D1207">
        <w:t>3)</w:t>
      </w:r>
      <w:r w:rsidRPr="002D1207">
        <w:tab/>
      </w:r>
      <w:r w:rsidR="00B43C88" w:rsidRPr="002D1207">
        <w:t>środki zastosowane lub proponowane przez administratora</w:t>
      </w:r>
      <w:r w:rsidRPr="002D1207">
        <w:t xml:space="preserve"> w cel</w:t>
      </w:r>
      <w:r w:rsidR="00B43C88" w:rsidRPr="002D1207">
        <w:t>u zaradzenia naruszeniu ochrony danych osobowych,</w:t>
      </w:r>
      <w:r w:rsidRPr="002D1207">
        <w:t xml:space="preserve"> w tym w sto</w:t>
      </w:r>
      <w:r w:rsidR="00B43C88" w:rsidRPr="002D1207">
        <w:t>sownych przypadkach środki</w:t>
      </w:r>
      <w:r w:rsidRPr="002D1207">
        <w:t xml:space="preserve"> w cel</w:t>
      </w:r>
      <w:r w:rsidR="00B43C88" w:rsidRPr="002D1207">
        <w:t xml:space="preserve">u zminimalizowania jego ewentualnych negatywnych skutków. </w:t>
      </w:r>
    </w:p>
    <w:p w:rsidR="00B43C88" w:rsidRPr="002D1207" w:rsidRDefault="00D907E9" w:rsidP="00B85B3E">
      <w:pPr>
        <w:autoSpaceDE w:val="0"/>
        <w:autoSpaceDN w:val="0"/>
        <w:adjustRightInd w:val="0"/>
        <w:spacing w:after="0"/>
      </w:pPr>
      <w:r w:rsidRPr="002D1207">
        <w:t>Jeżeli przekazanie wszystkich tych informacji równocześnie nie jest możliwe, pierwotne zgłoszenie zawiera informacje dostępne</w:t>
      </w:r>
      <w:r w:rsidR="002D1207" w:rsidRPr="002D1207">
        <w:t xml:space="preserve"> w dan</w:t>
      </w:r>
      <w:r w:rsidRPr="002D1207">
        <w:t>ej chwili, a po uzyskaniu dostępu do dalszych informacji przekazuje się je bez zbędnej zwłoki;</w:t>
      </w:r>
    </w:p>
    <w:p w:rsidR="00D907E9" w:rsidRPr="002D1207" w:rsidRDefault="002D1207" w:rsidP="002D1207">
      <w:pPr>
        <w:pStyle w:val="Point0"/>
        <w:ind w:left="1440" w:hanging="720"/>
      </w:pPr>
      <w:r w:rsidRPr="002D1207">
        <w:t>c)</w:t>
      </w:r>
      <w:r w:rsidRPr="002D1207">
        <w:tab/>
      </w:r>
      <w:r w:rsidR="00E647C3" w:rsidRPr="002D1207">
        <w:t>przy wypełnianiu – zgodnie z [OPCJA 1] art.</w:t>
      </w:r>
      <w:r w:rsidR="007315AE" w:rsidRPr="002D1207">
        <w:t> </w:t>
      </w:r>
      <w:r w:rsidR="00E647C3" w:rsidRPr="002D1207">
        <w:t>34 rozporządzenia (UE) 2016/679 / [OPCJA 2] art.</w:t>
      </w:r>
      <w:r w:rsidR="007315AE" w:rsidRPr="002D1207">
        <w:t> </w:t>
      </w:r>
      <w:r w:rsidR="00E647C3" w:rsidRPr="002D1207">
        <w:t>35 rozporządzenia (UE) 2018/1725 – obowiązku zawiadomienia bez zbędnej zwłoki osoby, której dane dotyczą,</w:t>
      </w:r>
      <w:r w:rsidRPr="002D1207">
        <w:t xml:space="preserve"> o nar</w:t>
      </w:r>
      <w:r w:rsidR="00E647C3" w:rsidRPr="002D1207">
        <w:t>uszeniu ochrony danych osobowych, jeżeli naruszenie to może powodować wysokie ryzyko naruszenia praw</w:t>
      </w:r>
      <w:r w:rsidRPr="002D1207">
        <w:t xml:space="preserve"> i wol</w:t>
      </w:r>
      <w:r w:rsidR="00E647C3" w:rsidRPr="002D1207">
        <w:t>ności osób fizycznych.</w:t>
      </w:r>
    </w:p>
    <w:p w:rsidR="00292C85" w:rsidRPr="002D1207" w:rsidRDefault="00292C85" w:rsidP="00927793">
      <w:pPr>
        <w:rPr>
          <w:b/>
        </w:rPr>
      </w:pPr>
    </w:p>
    <w:p w:rsidR="00D907E9" w:rsidRPr="002D1207" w:rsidRDefault="00D907E9" w:rsidP="00927793">
      <w:pPr>
        <w:rPr>
          <w:b/>
        </w:rPr>
      </w:pPr>
      <w:r w:rsidRPr="002D1207">
        <w:rPr>
          <w:b/>
        </w:rPr>
        <w:t>9.2 Naruszenie ochrony danych dotyczące danych przetwarzanych przez podmiot przetwarzający</w:t>
      </w:r>
    </w:p>
    <w:p w:rsidR="003C5237" w:rsidRPr="002D1207" w:rsidRDefault="003C5237" w:rsidP="003C5237">
      <w:pPr>
        <w:autoSpaceDE w:val="0"/>
        <w:autoSpaceDN w:val="0"/>
        <w:adjustRightInd w:val="0"/>
        <w:spacing w:after="0"/>
        <w:rPr>
          <w:szCs w:val="24"/>
        </w:rPr>
      </w:pPr>
      <w:r w:rsidRPr="002D1207">
        <w:t>W przypadku naruszenia ochrony danych osobowych dotyczącego danych przetwarzanych przez podmiot przetwarzający podmiot przetwarzający zgłasza naruszenie administratorowi niezwłocznie po tym, jak dowiedział się</w:t>
      </w:r>
      <w:r w:rsidR="002D1207" w:rsidRPr="002D1207">
        <w:t xml:space="preserve"> o nar</w:t>
      </w:r>
      <w:r w:rsidRPr="002D1207">
        <w:t>uszeniu. Zgłoszenie to powinno zawierać co najmniej:</w:t>
      </w:r>
    </w:p>
    <w:p w:rsidR="003C5237" w:rsidRPr="002D1207" w:rsidRDefault="002D1207" w:rsidP="002D1207">
      <w:pPr>
        <w:pStyle w:val="Point1"/>
      </w:pPr>
      <w:r w:rsidRPr="002D1207">
        <w:t>a)</w:t>
      </w:r>
      <w:r w:rsidRPr="002D1207">
        <w:tab/>
      </w:r>
      <w:r w:rsidR="003C5237" w:rsidRPr="002D1207">
        <w:t>opis charakteru naruszenia (w tym,</w:t>
      </w:r>
      <w:r w:rsidRPr="002D1207">
        <w:t xml:space="preserve"> w mia</w:t>
      </w:r>
      <w:r w:rsidR="003C5237" w:rsidRPr="002D1207">
        <w:t>rę możliwości, kategorie</w:t>
      </w:r>
      <w:r w:rsidRPr="002D1207">
        <w:t xml:space="preserve"> i prz</w:t>
      </w:r>
      <w:r w:rsidR="003C5237" w:rsidRPr="002D1207">
        <w:t>ybliżoną liczbę osób, których dane dotyczą, oraz wpisów danych, których dotyczy naruszenie);</w:t>
      </w:r>
    </w:p>
    <w:p w:rsidR="008F5738" w:rsidRPr="002D1207" w:rsidRDefault="002D1207" w:rsidP="002D1207">
      <w:pPr>
        <w:pStyle w:val="Point1"/>
      </w:pPr>
      <w:r w:rsidRPr="002D1207">
        <w:t>b)</w:t>
      </w:r>
      <w:r w:rsidRPr="002D1207">
        <w:tab/>
      </w:r>
      <w:r w:rsidR="00D907E9" w:rsidRPr="002D1207">
        <w:t>dane punktu kontaktowego,</w:t>
      </w:r>
      <w:r w:rsidRPr="002D1207">
        <w:t xml:space="preserve"> w któ</w:t>
      </w:r>
      <w:r w:rsidR="00D907E9" w:rsidRPr="002D1207">
        <w:t>rym można uzyskać więcej informacji na temat naruszenia ochrony danych osobowych;</w:t>
      </w:r>
    </w:p>
    <w:p w:rsidR="00D907E9" w:rsidRPr="002D1207" w:rsidRDefault="002D1207" w:rsidP="002D1207">
      <w:pPr>
        <w:pStyle w:val="Point1"/>
      </w:pPr>
      <w:r w:rsidRPr="002D1207">
        <w:t>c)</w:t>
      </w:r>
      <w:r w:rsidRPr="002D1207">
        <w:tab/>
      </w:r>
      <w:r w:rsidR="00E647C3" w:rsidRPr="002D1207">
        <w:t>wskazanie prawdopodobnych konsekwencji naruszenia oraz środków, które zostały lub mają zostać wprowadzone</w:t>
      </w:r>
      <w:r w:rsidRPr="002D1207">
        <w:t xml:space="preserve"> w cel</w:t>
      </w:r>
      <w:r w:rsidR="00E647C3" w:rsidRPr="002D1207">
        <w:t>u zaradzenia naruszeniu,</w:t>
      </w:r>
      <w:r w:rsidRPr="002D1207">
        <w:t xml:space="preserve"> w tym w cel</w:t>
      </w:r>
      <w:r w:rsidR="00E647C3" w:rsidRPr="002D1207">
        <w:t>u zminimalizowania jego ewentualnych negatywnych skutków.</w:t>
      </w:r>
    </w:p>
    <w:p w:rsidR="00E647C3" w:rsidRPr="002D1207" w:rsidRDefault="00E647C3" w:rsidP="007160CE">
      <w:pPr>
        <w:autoSpaceDE w:val="0"/>
        <w:autoSpaceDN w:val="0"/>
        <w:adjustRightInd w:val="0"/>
        <w:spacing w:after="0"/>
        <w:rPr>
          <w:szCs w:val="24"/>
        </w:rPr>
      </w:pPr>
      <w:r w:rsidRPr="002D1207">
        <w:t>Jeżeli przekazanie wszystkich tych informacji równocześnie nie jest możliwe, pierwotne zgłoszenie zawiera informacje dostępne</w:t>
      </w:r>
      <w:r w:rsidR="002D1207" w:rsidRPr="002D1207">
        <w:t xml:space="preserve"> w dan</w:t>
      </w:r>
      <w:r w:rsidRPr="002D1207">
        <w:t>ej chwili, a po uzyskaniu dostępu do dalszych informacji przekazuje się je bez zbędnej zwłoki.</w:t>
      </w:r>
    </w:p>
    <w:p w:rsidR="002D6DAC" w:rsidRPr="002D1207" w:rsidRDefault="004C3F3A">
      <w:pPr>
        <w:autoSpaceDE w:val="0"/>
        <w:autoSpaceDN w:val="0"/>
        <w:adjustRightInd w:val="0"/>
        <w:spacing w:after="0"/>
      </w:pPr>
      <w:r w:rsidRPr="002D1207">
        <w:t>Strony określają</w:t>
      </w:r>
      <w:r w:rsidR="002D1207" w:rsidRPr="002D1207">
        <w:t xml:space="preserve"> w zał</w:t>
      </w:r>
      <w:r w:rsidRPr="002D1207">
        <w:t>ączniku III wszystkie inne elementy, które ma przedstawić podmiot przetwarzający, wspomagając administratora</w:t>
      </w:r>
      <w:r w:rsidR="002D1207" w:rsidRPr="002D1207">
        <w:t xml:space="preserve"> w wyp</w:t>
      </w:r>
      <w:r w:rsidRPr="002D1207">
        <w:t>ełnianiu jego obowiązków określonych w [OPCJA 1] art.</w:t>
      </w:r>
      <w:r w:rsidR="007315AE" w:rsidRPr="002D1207">
        <w:t> </w:t>
      </w:r>
      <w:r w:rsidRPr="002D1207">
        <w:t>33</w:t>
      </w:r>
      <w:r w:rsidR="002D1207" w:rsidRPr="002D1207">
        <w:t xml:space="preserve"> i 3</w:t>
      </w:r>
      <w:r w:rsidRPr="002D1207">
        <w:t>4 rozporządzenia (UE) 2016/679 / [OPCJA 2] art.</w:t>
      </w:r>
      <w:r w:rsidR="007315AE" w:rsidRPr="002D1207">
        <w:t> </w:t>
      </w:r>
      <w:r w:rsidRPr="002D1207">
        <w:t>34</w:t>
      </w:r>
      <w:r w:rsidR="002D1207" w:rsidRPr="002D1207">
        <w:t xml:space="preserve"> i 3</w:t>
      </w:r>
      <w:r w:rsidRPr="002D1207">
        <w:t xml:space="preserve">5 rozporządzenia (UE) 2018/1725. </w:t>
      </w:r>
    </w:p>
    <w:p w:rsidR="0065404B" w:rsidRPr="002D1207" w:rsidRDefault="0065404B">
      <w:pPr>
        <w:autoSpaceDE w:val="0"/>
        <w:autoSpaceDN w:val="0"/>
        <w:adjustRightInd w:val="0"/>
        <w:spacing w:after="0"/>
        <w:rPr>
          <w:szCs w:val="24"/>
        </w:rPr>
      </w:pPr>
      <w:r w:rsidRPr="002D1207">
        <w:br w:type="page"/>
      </w:r>
    </w:p>
    <w:p w:rsidR="0072659F" w:rsidRPr="002D1207" w:rsidRDefault="0072659F">
      <w:pPr>
        <w:autoSpaceDE w:val="0"/>
        <w:autoSpaceDN w:val="0"/>
        <w:adjustRightInd w:val="0"/>
        <w:spacing w:after="0"/>
        <w:rPr>
          <w:szCs w:val="24"/>
        </w:rPr>
      </w:pPr>
    </w:p>
    <w:p w:rsidR="002D6DAC" w:rsidRPr="002D1207" w:rsidRDefault="002D6DAC" w:rsidP="00927793">
      <w:pPr>
        <w:pStyle w:val="NormalCentered"/>
        <w:rPr>
          <w:b/>
          <w:u w:val="single"/>
        </w:rPr>
      </w:pPr>
      <w:r w:rsidRPr="002D1207">
        <w:rPr>
          <w:b/>
          <w:u w:val="single"/>
        </w:rPr>
        <w:t>SEKCJA III – POSTANOWIENIA KOŃCOWE</w:t>
      </w:r>
    </w:p>
    <w:p w:rsidR="002D6DAC" w:rsidRPr="002D1207" w:rsidRDefault="002D6DAC" w:rsidP="00061EF2">
      <w:pPr>
        <w:pStyle w:val="Titrearticle"/>
      </w:pPr>
      <w:r w:rsidRPr="002D1207">
        <w:t xml:space="preserve">Klauzula 10 </w:t>
      </w:r>
    </w:p>
    <w:p w:rsidR="002D6DAC" w:rsidRPr="002D1207" w:rsidRDefault="002B3BEF" w:rsidP="00061EF2">
      <w:pPr>
        <w:pStyle w:val="Titrearticle"/>
        <w:rPr>
          <w:b/>
        </w:rPr>
      </w:pPr>
      <w:r w:rsidRPr="002D1207">
        <w:rPr>
          <w:b/>
        </w:rPr>
        <w:t>Naruszenie klauzul</w:t>
      </w:r>
      <w:r w:rsidR="002D1207" w:rsidRPr="002D1207">
        <w:rPr>
          <w:b/>
        </w:rPr>
        <w:t xml:space="preserve"> i roz</w:t>
      </w:r>
      <w:r w:rsidRPr="002D1207">
        <w:rPr>
          <w:b/>
        </w:rPr>
        <w:t>wiązanie umowy</w:t>
      </w:r>
    </w:p>
    <w:p w:rsidR="00B31AEE" w:rsidRPr="002D1207" w:rsidRDefault="002D1207" w:rsidP="002D1207">
      <w:pPr>
        <w:pStyle w:val="Point0"/>
      </w:pPr>
      <w:r w:rsidRPr="002D1207">
        <w:t>a)</w:t>
      </w:r>
      <w:r w:rsidRPr="002D1207">
        <w:tab/>
      </w:r>
      <w:r w:rsidR="002D6DAC" w:rsidRPr="002D1207">
        <w:t>Bez uszczerbku dla przepisów rozporządzenia (UE) 2016/679 lub rozporządzenia (UE) 2018/1725,</w:t>
      </w:r>
      <w:r w:rsidRPr="002D1207">
        <w:t xml:space="preserve"> w prz</w:t>
      </w:r>
      <w:r w:rsidR="002D6DAC" w:rsidRPr="002D1207">
        <w:t>ypadku gdy podmiot przetwarzający narusza swoje obowiązki wynikające</w:t>
      </w:r>
      <w:r w:rsidRPr="002D1207">
        <w:t xml:space="preserve"> z nin</w:t>
      </w:r>
      <w:r w:rsidR="002D6DAC" w:rsidRPr="002D1207">
        <w:t>iejszych klauzul, administrator może polecić mu, by zawiesił przetwarzanie danych osobowych do czasu, gdy podmiot przetwarzający zapewni zgodność</w:t>
      </w:r>
      <w:r w:rsidRPr="002D1207">
        <w:t xml:space="preserve"> z nin</w:t>
      </w:r>
      <w:r w:rsidR="002D6DAC" w:rsidRPr="002D1207">
        <w:t>iejszymi klauzulami, lub umowa ulega rozwiązaniu. Podmiot przetwarzający niezwłocznie zawiadamia administratora, jeżeli</w:t>
      </w:r>
      <w:r w:rsidRPr="002D1207">
        <w:t xml:space="preserve"> z jak</w:t>
      </w:r>
      <w:r w:rsidR="002D6DAC" w:rsidRPr="002D1207">
        <w:t>iegokolwiek powodu nie jest</w:t>
      </w:r>
      <w:r w:rsidRPr="002D1207">
        <w:t xml:space="preserve"> w sta</w:t>
      </w:r>
      <w:r w:rsidR="002D6DAC" w:rsidRPr="002D1207">
        <w:t>nie zastosować się do niniejszych klauzul.</w:t>
      </w:r>
    </w:p>
    <w:p w:rsidR="002D6DAC" w:rsidRPr="002D1207" w:rsidRDefault="002D1207" w:rsidP="002D1207">
      <w:pPr>
        <w:pStyle w:val="Point0"/>
      </w:pPr>
      <w:r w:rsidRPr="002D1207">
        <w:t>b)</w:t>
      </w:r>
      <w:r w:rsidRPr="002D1207">
        <w:tab/>
      </w:r>
      <w:r w:rsidR="00B2394C" w:rsidRPr="002D1207">
        <w:t>Administrator jest uprawniony do rozwiązania umowy</w:t>
      </w:r>
      <w:r w:rsidRPr="002D1207">
        <w:t xml:space="preserve"> w zak</w:t>
      </w:r>
      <w:r w:rsidR="00B2394C" w:rsidRPr="002D1207">
        <w:t>resie,</w:t>
      </w:r>
      <w:r w:rsidRPr="002D1207">
        <w:t xml:space="preserve"> w jak</w:t>
      </w:r>
      <w:r w:rsidR="00B2394C" w:rsidRPr="002D1207">
        <w:t>im dotyczy ona przetwarzania danych osobowych zgodnie</w:t>
      </w:r>
      <w:r w:rsidRPr="002D1207">
        <w:t xml:space="preserve"> z nin</w:t>
      </w:r>
      <w:r w:rsidR="00B2394C" w:rsidRPr="002D1207">
        <w:t>iejszymi klauzulami, jeżeli:</w:t>
      </w:r>
    </w:p>
    <w:p w:rsidR="002D6DAC" w:rsidRPr="002D1207" w:rsidRDefault="002D1207" w:rsidP="002D1207">
      <w:pPr>
        <w:pStyle w:val="Point1"/>
      </w:pPr>
      <w:r w:rsidRPr="002D1207">
        <w:t>1)</w:t>
      </w:r>
      <w:r w:rsidRPr="002D1207">
        <w:tab/>
      </w:r>
      <w:r w:rsidR="002D6DAC" w:rsidRPr="002D1207">
        <w:t>administrator zawiesił przetwarzanie danych osobowych przez podmiot przetwarzający zgodnie</w:t>
      </w:r>
      <w:r w:rsidRPr="002D1207">
        <w:t xml:space="preserve"> z lit</w:t>
      </w:r>
      <w:r w:rsidR="002D6DAC" w:rsidRPr="002D1207">
        <w:t>.</w:t>
      </w:r>
      <w:r w:rsidR="007315AE" w:rsidRPr="002D1207">
        <w:t> </w:t>
      </w:r>
      <w:r w:rsidR="002D6DAC" w:rsidRPr="002D1207">
        <w:t>a)</w:t>
      </w:r>
      <w:r w:rsidRPr="002D1207">
        <w:t xml:space="preserve"> i jeż</w:t>
      </w:r>
      <w:r w:rsidR="002D6DAC" w:rsidRPr="002D1207">
        <w:t>eli zgodność</w:t>
      </w:r>
      <w:r w:rsidRPr="002D1207">
        <w:t xml:space="preserve"> z nin</w:t>
      </w:r>
      <w:r w:rsidR="002D6DAC" w:rsidRPr="002D1207">
        <w:t>iejszymi klauzulami nie zostanie przywrócona</w:t>
      </w:r>
      <w:r w:rsidRPr="002D1207">
        <w:t xml:space="preserve"> w roz</w:t>
      </w:r>
      <w:r w:rsidR="002D6DAC" w:rsidRPr="002D1207">
        <w:t>sądnym terminie,</w:t>
      </w:r>
      <w:r w:rsidRPr="002D1207">
        <w:t xml:space="preserve"> a w każ</w:t>
      </w:r>
      <w:r w:rsidR="002D6DAC" w:rsidRPr="002D1207">
        <w:t>dym razie</w:t>
      </w:r>
      <w:r w:rsidRPr="002D1207">
        <w:t xml:space="preserve"> w ter</w:t>
      </w:r>
      <w:r w:rsidR="002D6DAC" w:rsidRPr="002D1207">
        <w:t>minie jednego miesiąca od zawieszenia;</w:t>
      </w:r>
    </w:p>
    <w:p w:rsidR="002D6DAC" w:rsidRPr="002D1207" w:rsidRDefault="002D1207" w:rsidP="002D1207">
      <w:pPr>
        <w:pStyle w:val="Point1"/>
      </w:pPr>
      <w:r w:rsidRPr="002D1207">
        <w:t>2)</w:t>
      </w:r>
      <w:r w:rsidRPr="002D1207">
        <w:tab/>
      </w:r>
      <w:r w:rsidR="002D6DAC" w:rsidRPr="002D1207">
        <w:t>podmiot przetwarzający poważnie lub stale narusza niniejsze klauzule lub swoje obowiązki wynikające</w:t>
      </w:r>
      <w:r w:rsidRPr="002D1207">
        <w:t xml:space="preserve"> z roz</w:t>
      </w:r>
      <w:r w:rsidR="002D6DAC" w:rsidRPr="002D1207">
        <w:t xml:space="preserve">porządzenia (UE) 2016/679 lub rozporządzenia (UE) 2018/1725; </w:t>
      </w:r>
    </w:p>
    <w:p w:rsidR="002D6DAC" w:rsidRPr="002D1207" w:rsidRDefault="002D1207" w:rsidP="002D1207">
      <w:pPr>
        <w:pStyle w:val="Point1"/>
      </w:pPr>
      <w:r w:rsidRPr="002D1207">
        <w:t>3)</w:t>
      </w:r>
      <w:r w:rsidRPr="002D1207">
        <w:tab/>
      </w:r>
      <w:r w:rsidR="002D6DAC" w:rsidRPr="002D1207">
        <w:t>podmiot przetwarzający nie stosuje się do wiążącej decyzji właściwego sądu lub właściwego(-ych) organu(-ów) nadzorczego(-ych) dotyczącej jego obowiązków wynikających</w:t>
      </w:r>
      <w:r w:rsidRPr="002D1207">
        <w:t xml:space="preserve"> z nin</w:t>
      </w:r>
      <w:r w:rsidR="002D6DAC" w:rsidRPr="002D1207">
        <w:t>iejszych klauzul lub</w:t>
      </w:r>
      <w:r w:rsidRPr="002D1207">
        <w:t xml:space="preserve"> z roz</w:t>
      </w:r>
      <w:r w:rsidR="002D6DAC" w:rsidRPr="002D1207">
        <w:t>porządzenia (UE) 2016/679 lub rozporządzenia (UE) 2018/1725.</w:t>
      </w:r>
    </w:p>
    <w:p w:rsidR="00E8559A" w:rsidRPr="002D1207" w:rsidRDefault="002D1207" w:rsidP="002D1207">
      <w:pPr>
        <w:pStyle w:val="Point0"/>
      </w:pPr>
      <w:r w:rsidRPr="002D1207">
        <w:t>c)</w:t>
      </w:r>
      <w:r w:rsidRPr="002D1207">
        <w:tab/>
      </w:r>
      <w:r w:rsidR="00E8559A" w:rsidRPr="002D1207">
        <w:t>Podmiot przetwarzający ma prawo rozwiązać umowę</w:t>
      </w:r>
      <w:r w:rsidRPr="002D1207">
        <w:t xml:space="preserve"> w zak</w:t>
      </w:r>
      <w:r w:rsidR="00E8559A" w:rsidRPr="002D1207">
        <w:t>resie,</w:t>
      </w:r>
      <w:r w:rsidRPr="002D1207">
        <w:t xml:space="preserve"> w jak</w:t>
      </w:r>
      <w:r w:rsidR="00E8559A" w:rsidRPr="002D1207">
        <w:t>im dotyczy ona przetwarzania danych osobowych zgodnie</w:t>
      </w:r>
      <w:r w:rsidRPr="002D1207">
        <w:t xml:space="preserve"> z nin</w:t>
      </w:r>
      <w:r w:rsidR="00E8559A" w:rsidRPr="002D1207">
        <w:t>iejszymi klauzulami, jeżeli po zawiadomieniu administratora</w:t>
      </w:r>
      <w:r w:rsidRPr="002D1207">
        <w:t xml:space="preserve"> o tym</w:t>
      </w:r>
      <w:r w:rsidR="00E8559A" w:rsidRPr="002D1207">
        <w:t>, że jego polecenie narusza obowiązujące wymogi prawne zgodnie</w:t>
      </w:r>
      <w:r w:rsidRPr="002D1207">
        <w:t xml:space="preserve"> z kla</w:t>
      </w:r>
      <w:r w:rsidR="00E8559A" w:rsidRPr="002D1207">
        <w:t>uzulą 7.1 lit.</w:t>
      </w:r>
      <w:r w:rsidR="007315AE" w:rsidRPr="002D1207">
        <w:t> </w:t>
      </w:r>
      <w:r w:rsidR="00E8559A" w:rsidRPr="002D1207">
        <w:t>b), administrator nalega na wypełnienie polecenia.</w:t>
      </w:r>
    </w:p>
    <w:p w:rsidR="001A5EDB" w:rsidRPr="002D1207" w:rsidRDefault="002D1207" w:rsidP="002D1207">
      <w:pPr>
        <w:pStyle w:val="Point0"/>
      </w:pPr>
      <w:r w:rsidRPr="002D1207">
        <w:t>d)</w:t>
      </w:r>
      <w:r w:rsidRPr="002D1207">
        <w:tab/>
      </w:r>
      <w:r w:rsidR="00387CD0" w:rsidRPr="002D1207">
        <w:t>Po rozwiązaniu umowy podmiot przetwarzający, zależnie od decyzji administratora, usuwa wszystkie dane osobowe przetwarzane</w:t>
      </w:r>
      <w:r w:rsidRPr="002D1207">
        <w:t xml:space="preserve"> w imi</w:t>
      </w:r>
      <w:r w:rsidR="00387CD0" w:rsidRPr="002D1207">
        <w:t>eniu administratora</w:t>
      </w:r>
      <w:r w:rsidRPr="002D1207">
        <w:t xml:space="preserve"> i poś</w:t>
      </w:r>
      <w:r w:rsidR="00387CD0" w:rsidRPr="002D1207">
        <w:t>wiadcza administratorowi, że tego dokonał, lub zwraca administratorowi wszystkie dane osobowe</w:t>
      </w:r>
      <w:r w:rsidRPr="002D1207">
        <w:t xml:space="preserve"> i usu</w:t>
      </w:r>
      <w:r w:rsidR="00387CD0" w:rsidRPr="002D1207">
        <w:t xml:space="preserve">wa istniejące kopie, chyba że prawo Unii lub prawo państwa członkowskiego nakazują przechowywanie danych osobowych. Podmiot przetwarzający zapewnia przestrzeganie niniejszych klauzul do czasu usunięcia lub zwrotu danych. </w:t>
      </w:r>
    </w:p>
    <w:p w:rsidR="00383698" w:rsidRPr="002D1207" w:rsidRDefault="00383698" w:rsidP="00383698"/>
    <w:p w:rsidR="00B914CF" w:rsidRPr="002D1207" w:rsidRDefault="00B914CF" w:rsidP="00383698">
      <w:pPr>
        <w:rPr>
          <w:b/>
          <w:u w:val="single"/>
        </w:rPr>
      </w:pPr>
      <w:r w:rsidRPr="002D1207">
        <w:br w:type="page"/>
      </w:r>
    </w:p>
    <w:p w:rsidR="002D6DAC" w:rsidRPr="002D1207" w:rsidRDefault="008F5738" w:rsidP="00383698">
      <w:pPr>
        <w:rPr>
          <w:b/>
          <w:u w:val="single"/>
        </w:rPr>
      </w:pPr>
      <w:r w:rsidRPr="002D1207">
        <w:rPr>
          <w:b/>
          <w:u w:val="single"/>
        </w:rPr>
        <w:t>ZAŁĄCZNIK I – WYKAZ STRON</w:t>
      </w:r>
    </w:p>
    <w:p w:rsidR="002D6DAC" w:rsidRPr="002D1207" w:rsidRDefault="002D6DAC">
      <w:pPr>
        <w:rPr>
          <w:szCs w:val="24"/>
        </w:rPr>
      </w:pPr>
    </w:p>
    <w:p w:rsidR="002D6DAC" w:rsidRPr="002D1207" w:rsidRDefault="00D62892">
      <w:pPr>
        <w:rPr>
          <w:i/>
          <w:szCs w:val="24"/>
        </w:rPr>
      </w:pPr>
      <w:r w:rsidRPr="002D1207">
        <w:rPr>
          <w:b/>
          <w:szCs w:val="24"/>
        </w:rPr>
        <w:t xml:space="preserve">Administrator (administratorzy): </w:t>
      </w:r>
      <w:r w:rsidRPr="002D1207">
        <w:t>[</w:t>
      </w:r>
      <w:r w:rsidRPr="002D1207">
        <w:rPr>
          <w:i/>
        </w:rPr>
        <w:t>dane identyfikacyjne</w:t>
      </w:r>
      <w:r w:rsidR="002D1207" w:rsidRPr="002D1207">
        <w:rPr>
          <w:i/>
        </w:rPr>
        <w:t xml:space="preserve"> i kon</w:t>
      </w:r>
      <w:r w:rsidRPr="002D1207">
        <w:rPr>
          <w:i/>
        </w:rPr>
        <w:t>taktowe administratora (administratorów) oraz,</w:t>
      </w:r>
      <w:r w:rsidR="002D1207" w:rsidRPr="002D1207">
        <w:rPr>
          <w:i/>
        </w:rPr>
        <w:t xml:space="preserve"> w sto</w:t>
      </w:r>
      <w:r w:rsidRPr="002D1207">
        <w:rPr>
          <w:i/>
        </w:rPr>
        <w:t>sownych przypadkach, inspektora ochrony danych wyznaczonego przez administratora</w:t>
      </w:r>
      <w:r w:rsidRPr="002D1207">
        <w:t>]</w:t>
      </w:r>
    </w:p>
    <w:p w:rsidR="002D6DAC" w:rsidRPr="002D1207" w:rsidRDefault="002D6DAC">
      <w:pPr>
        <w:rPr>
          <w:b/>
          <w:szCs w:val="24"/>
        </w:rPr>
      </w:pPr>
    </w:p>
    <w:p w:rsidR="002D6DAC" w:rsidRPr="002D1207" w:rsidRDefault="002D6DAC">
      <w:pPr>
        <w:rPr>
          <w:szCs w:val="24"/>
        </w:rPr>
      </w:pPr>
      <w:r w:rsidRPr="002D1207">
        <w:t>1. Imię</w:t>
      </w:r>
      <w:r w:rsidR="002D1207" w:rsidRPr="002D1207">
        <w:t xml:space="preserve"> i naz</w:t>
      </w:r>
      <w:r w:rsidRPr="002D1207">
        <w:t>wisko lub nazwa: …</w:t>
      </w:r>
    </w:p>
    <w:p w:rsidR="002D6DAC" w:rsidRPr="002D1207" w:rsidRDefault="002D6DAC">
      <w:pPr>
        <w:rPr>
          <w:szCs w:val="24"/>
        </w:rPr>
      </w:pPr>
      <w:r w:rsidRPr="002D1207">
        <w:t>Adres: …</w:t>
      </w:r>
    </w:p>
    <w:p w:rsidR="002D6DAC" w:rsidRPr="002D1207" w:rsidRDefault="002D6DAC">
      <w:pPr>
        <w:rPr>
          <w:szCs w:val="24"/>
        </w:rPr>
      </w:pPr>
      <w:r w:rsidRPr="002D1207">
        <w:t>Imię</w:t>
      </w:r>
      <w:r w:rsidR="002D1207" w:rsidRPr="002D1207">
        <w:t xml:space="preserve"> i naz</w:t>
      </w:r>
      <w:r w:rsidRPr="002D1207">
        <w:t>wisko, stanowisko</w:t>
      </w:r>
      <w:r w:rsidR="002D1207" w:rsidRPr="002D1207">
        <w:t xml:space="preserve"> i dan</w:t>
      </w:r>
      <w:r w:rsidRPr="002D1207">
        <w:t>e kontaktowe osoby wyznaczonej do kontaktów: …</w:t>
      </w:r>
    </w:p>
    <w:p w:rsidR="002D6DAC" w:rsidRPr="002D1207" w:rsidRDefault="002D6DAC">
      <w:pPr>
        <w:rPr>
          <w:szCs w:val="24"/>
        </w:rPr>
      </w:pPr>
      <w:r w:rsidRPr="002D1207">
        <w:t>Podpis</w:t>
      </w:r>
      <w:r w:rsidR="002D1207" w:rsidRPr="002D1207">
        <w:t xml:space="preserve"> i dat</w:t>
      </w:r>
      <w:r w:rsidRPr="002D1207">
        <w:t>a przystąpienia: …</w:t>
      </w:r>
    </w:p>
    <w:p w:rsidR="002D6DAC" w:rsidRPr="002D1207" w:rsidRDefault="002D6DAC">
      <w:pPr>
        <w:rPr>
          <w:szCs w:val="24"/>
        </w:rPr>
      </w:pPr>
    </w:p>
    <w:p w:rsidR="002D6DAC" w:rsidRPr="002D1207" w:rsidRDefault="002D6DAC">
      <w:pPr>
        <w:rPr>
          <w:szCs w:val="24"/>
        </w:rPr>
      </w:pPr>
      <w:r w:rsidRPr="002D1207">
        <w:t>2.</w:t>
      </w:r>
    </w:p>
    <w:p w:rsidR="002D6DAC" w:rsidRPr="002D1207" w:rsidRDefault="002D6DAC">
      <w:pPr>
        <w:rPr>
          <w:szCs w:val="24"/>
        </w:rPr>
      </w:pPr>
      <w:r w:rsidRPr="002D1207">
        <w:t>…</w:t>
      </w:r>
    </w:p>
    <w:p w:rsidR="002D6DAC" w:rsidRPr="002D1207" w:rsidRDefault="002D6DAC">
      <w:pPr>
        <w:rPr>
          <w:szCs w:val="24"/>
        </w:rPr>
      </w:pPr>
    </w:p>
    <w:p w:rsidR="002D6DAC" w:rsidRPr="002D1207" w:rsidRDefault="00D0059A">
      <w:pPr>
        <w:rPr>
          <w:i/>
          <w:szCs w:val="24"/>
        </w:rPr>
      </w:pPr>
      <w:r w:rsidRPr="002D1207">
        <w:rPr>
          <w:b/>
          <w:szCs w:val="24"/>
        </w:rPr>
        <w:t xml:space="preserve">Podmiot przetwarzający (podmioty przetwarzające): </w:t>
      </w:r>
      <w:r w:rsidRPr="002D1207">
        <w:t>[</w:t>
      </w:r>
      <w:r w:rsidRPr="002D1207">
        <w:rPr>
          <w:i/>
          <w:szCs w:val="24"/>
        </w:rPr>
        <w:t>dane identyfikacyjne</w:t>
      </w:r>
      <w:r w:rsidR="002D1207" w:rsidRPr="002D1207">
        <w:rPr>
          <w:i/>
          <w:szCs w:val="24"/>
        </w:rPr>
        <w:t xml:space="preserve"> i kon</w:t>
      </w:r>
      <w:r w:rsidRPr="002D1207">
        <w:rPr>
          <w:i/>
          <w:szCs w:val="24"/>
        </w:rPr>
        <w:t>taktowe podmiotu przetwarzającego (podmiotów przetwarzających) oraz,</w:t>
      </w:r>
      <w:r w:rsidR="002D1207" w:rsidRPr="002D1207">
        <w:rPr>
          <w:i/>
          <w:szCs w:val="24"/>
        </w:rPr>
        <w:t xml:space="preserve"> w sto</w:t>
      </w:r>
      <w:r w:rsidRPr="002D1207">
        <w:rPr>
          <w:i/>
          <w:szCs w:val="24"/>
        </w:rPr>
        <w:t>sownych przypadkach, inspektora ochrony danych wyznaczonego przez podmiot przetwarzający</w:t>
      </w:r>
      <w:r w:rsidRPr="002D1207">
        <w:t>]</w:t>
      </w:r>
    </w:p>
    <w:p w:rsidR="00002281" w:rsidRPr="002D1207" w:rsidRDefault="00002281" w:rsidP="00002281">
      <w:pPr>
        <w:rPr>
          <w:szCs w:val="24"/>
        </w:rPr>
      </w:pPr>
      <w:r w:rsidRPr="002D1207">
        <w:t>1. Imię</w:t>
      </w:r>
      <w:r w:rsidR="002D1207" w:rsidRPr="002D1207">
        <w:t xml:space="preserve"> i naz</w:t>
      </w:r>
      <w:r w:rsidRPr="002D1207">
        <w:t>wisko lub nazwa: …</w:t>
      </w:r>
    </w:p>
    <w:p w:rsidR="002D6DAC" w:rsidRPr="002D1207" w:rsidRDefault="00002281" w:rsidP="00FA312F">
      <w:pPr>
        <w:rPr>
          <w:szCs w:val="24"/>
        </w:rPr>
      </w:pPr>
      <w:r w:rsidRPr="002D1207">
        <w:t>Adres: …</w:t>
      </w:r>
    </w:p>
    <w:p w:rsidR="002D6DAC" w:rsidRPr="002D1207" w:rsidRDefault="002D6DAC" w:rsidP="00FA312F">
      <w:pPr>
        <w:rPr>
          <w:szCs w:val="24"/>
        </w:rPr>
      </w:pPr>
      <w:r w:rsidRPr="002D1207">
        <w:t>Imię</w:t>
      </w:r>
      <w:r w:rsidR="002D1207" w:rsidRPr="002D1207">
        <w:t xml:space="preserve"> i naz</w:t>
      </w:r>
      <w:r w:rsidRPr="002D1207">
        <w:t>wisko, stanowisko</w:t>
      </w:r>
      <w:r w:rsidR="002D1207" w:rsidRPr="002D1207">
        <w:t xml:space="preserve"> i dan</w:t>
      </w:r>
      <w:r w:rsidRPr="002D1207">
        <w:t>e kontaktowe osoby wyznaczonej do kontaktów: …</w:t>
      </w:r>
    </w:p>
    <w:p w:rsidR="002D6DAC" w:rsidRPr="002D1207" w:rsidRDefault="002D6DAC">
      <w:pPr>
        <w:rPr>
          <w:szCs w:val="24"/>
        </w:rPr>
      </w:pPr>
      <w:r w:rsidRPr="002D1207">
        <w:t>Podpis</w:t>
      </w:r>
      <w:r w:rsidR="002D1207" w:rsidRPr="002D1207">
        <w:t xml:space="preserve"> i dat</w:t>
      </w:r>
      <w:r w:rsidRPr="002D1207">
        <w:t>a przystąpienia: …</w:t>
      </w:r>
    </w:p>
    <w:p w:rsidR="002D6DAC" w:rsidRPr="002D1207" w:rsidRDefault="002D6DAC">
      <w:pPr>
        <w:rPr>
          <w:szCs w:val="24"/>
        </w:rPr>
      </w:pPr>
    </w:p>
    <w:p w:rsidR="002D6DAC" w:rsidRPr="002D1207" w:rsidRDefault="002D6DAC">
      <w:pPr>
        <w:rPr>
          <w:szCs w:val="24"/>
        </w:rPr>
      </w:pPr>
      <w:r w:rsidRPr="002D1207">
        <w:t>2.</w:t>
      </w:r>
    </w:p>
    <w:p w:rsidR="002D6DAC" w:rsidRPr="002D1207" w:rsidRDefault="002D6DAC">
      <w:pPr>
        <w:rPr>
          <w:b/>
          <w:szCs w:val="24"/>
          <w:u w:val="single"/>
        </w:rPr>
      </w:pPr>
      <w:r w:rsidRPr="002D1207">
        <w:t>…</w:t>
      </w:r>
    </w:p>
    <w:p w:rsidR="002D6DAC" w:rsidRPr="002D1207" w:rsidRDefault="002D6DAC">
      <w:pPr>
        <w:rPr>
          <w:b/>
          <w:szCs w:val="24"/>
          <w:u w:val="single"/>
        </w:rPr>
      </w:pPr>
    </w:p>
    <w:p w:rsidR="002D6DAC" w:rsidRPr="002D1207" w:rsidRDefault="002D6DAC">
      <w:pPr>
        <w:rPr>
          <w:b/>
          <w:szCs w:val="24"/>
          <w:u w:val="single"/>
        </w:rPr>
      </w:pPr>
      <w:r w:rsidRPr="002D1207">
        <w:br w:type="page"/>
      </w:r>
    </w:p>
    <w:p w:rsidR="002D6DAC" w:rsidRPr="002D1207" w:rsidRDefault="002D6DAC" w:rsidP="00FB788D">
      <w:pPr>
        <w:rPr>
          <w:b/>
          <w:szCs w:val="24"/>
          <w:u w:val="single"/>
        </w:rPr>
      </w:pPr>
      <w:r w:rsidRPr="002D1207">
        <w:rPr>
          <w:b/>
          <w:szCs w:val="24"/>
          <w:u w:val="single"/>
        </w:rPr>
        <w:t>ZAŁĄCZNIK II – OPIS PRZETWARZANIA</w:t>
      </w:r>
    </w:p>
    <w:p w:rsidR="002D6DAC" w:rsidRPr="002D1207" w:rsidRDefault="002D6DAC" w:rsidP="008255AE">
      <w:pPr>
        <w:pStyle w:val="ListParagraph"/>
        <w:jc w:val="both"/>
        <w:rPr>
          <w:rFonts w:ascii="Times New Roman" w:hAnsi="Times New Roman" w:cs="Times New Roman"/>
          <w:b/>
          <w:sz w:val="24"/>
          <w:szCs w:val="24"/>
          <w:u w:val="single"/>
        </w:rPr>
      </w:pPr>
    </w:p>
    <w:p w:rsidR="00F94B49" w:rsidRPr="002D1207" w:rsidRDefault="00F94B49" w:rsidP="00F94B49">
      <w:pPr>
        <w:rPr>
          <w:i/>
          <w:szCs w:val="24"/>
        </w:rPr>
      </w:pPr>
      <w:r w:rsidRPr="002D1207">
        <w:rPr>
          <w:i/>
          <w:szCs w:val="24"/>
        </w:rPr>
        <w:t>Kategorie osób, których dane osobowe są przetwarzane</w:t>
      </w:r>
    </w:p>
    <w:p w:rsidR="00F94B49" w:rsidRPr="002D1207" w:rsidRDefault="00F94B49" w:rsidP="00F94B49">
      <w:pPr>
        <w:rPr>
          <w:i/>
          <w:szCs w:val="24"/>
        </w:rPr>
      </w:pPr>
      <w:r w:rsidRPr="002D1207">
        <w:rPr>
          <w:i/>
          <w:szCs w:val="24"/>
        </w:rPr>
        <w:t>………………………..</w:t>
      </w:r>
    </w:p>
    <w:p w:rsidR="00F94B49" w:rsidRPr="002D1207" w:rsidRDefault="00F94B49" w:rsidP="00F94B49">
      <w:pPr>
        <w:rPr>
          <w:i/>
          <w:szCs w:val="24"/>
        </w:rPr>
      </w:pPr>
      <w:r w:rsidRPr="002D1207">
        <w:rPr>
          <w:i/>
          <w:szCs w:val="24"/>
        </w:rPr>
        <w:t>Kategorie przetwarzanych danych osobowych</w:t>
      </w:r>
    </w:p>
    <w:p w:rsidR="00F94B49" w:rsidRPr="002D1207" w:rsidRDefault="00F94B49" w:rsidP="00F94B49">
      <w:pPr>
        <w:rPr>
          <w:i/>
          <w:szCs w:val="24"/>
        </w:rPr>
      </w:pPr>
      <w:r w:rsidRPr="002D1207">
        <w:rPr>
          <w:i/>
          <w:szCs w:val="24"/>
        </w:rPr>
        <w:t>………………………..</w:t>
      </w:r>
    </w:p>
    <w:p w:rsidR="00242600" w:rsidRPr="002D1207" w:rsidRDefault="00242600" w:rsidP="00242600">
      <w:pPr>
        <w:rPr>
          <w:i/>
        </w:rPr>
      </w:pPr>
      <w:r w:rsidRPr="002D1207">
        <w:rPr>
          <w:i/>
        </w:rPr>
        <w:t>Przetwarzane dane wrażliwe (w stosownych przypadkach) oraz stosowane ograniczenia lub zabezpieczenia, które</w:t>
      </w:r>
      <w:r w:rsidR="002D1207" w:rsidRPr="002D1207">
        <w:rPr>
          <w:i/>
        </w:rPr>
        <w:t xml:space="preserve"> w peł</w:t>
      </w:r>
      <w:r w:rsidRPr="002D1207">
        <w:rPr>
          <w:i/>
        </w:rPr>
        <w:t>ni uwzględniają charakter danych</w:t>
      </w:r>
      <w:r w:rsidR="002D1207" w:rsidRPr="002D1207">
        <w:rPr>
          <w:i/>
        </w:rPr>
        <w:t xml:space="preserve"> i zwi</w:t>
      </w:r>
      <w:r w:rsidRPr="002D1207">
        <w:rPr>
          <w:i/>
        </w:rPr>
        <w:t>ązane</w:t>
      </w:r>
      <w:r w:rsidR="002D1207" w:rsidRPr="002D1207">
        <w:rPr>
          <w:i/>
        </w:rPr>
        <w:t xml:space="preserve"> z nim</w:t>
      </w:r>
      <w:r w:rsidRPr="002D1207">
        <w:rPr>
          <w:i/>
        </w:rPr>
        <w:t>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rsidR="00F94B49" w:rsidRPr="002D1207" w:rsidRDefault="00242600" w:rsidP="00FA312F">
      <w:pPr>
        <w:rPr>
          <w:i/>
          <w:szCs w:val="24"/>
        </w:rPr>
      </w:pPr>
      <w:r w:rsidRPr="002D1207">
        <w:rPr>
          <w:i/>
          <w:szCs w:val="24"/>
        </w:rPr>
        <w:t>………………………..</w:t>
      </w:r>
    </w:p>
    <w:p w:rsidR="00242600" w:rsidRPr="002D1207" w:rsidRDefault="00242600" w:rsidP="00FA312F">
      <w:pPr>
        <w:rPr>
          <w:i/>
          <w:szCs w:val="24"/>
        </w:rPr>
      </w:pPr>
      <w:r w:rsidRPr="002D1207">
        <w:rPr>
          <w:i/>
          <w:szCs w:val="24"/>
        </w:rPr>
        <w:t>Charakter przetwarzania</w:t>
      </w:r>
    </w:p>
    <w:p w:rsidR="00F94B49" w:rsidRPr="002D1207" w:rsidRDefault="00242600" w:rsidP="00FA312F">
      <w:pPr>
        <w:rPr>
          <w:i/>
          <w:szCs w:val="24"/>
        </w:rPr>
      </w:pPr>
      <w:r w:rsidRPr="002D1207">
        <w:rPr>
          <w:i/>
          <w:szCs w:val="24"/>
        </w:rPr>
        <w:t>………………………..</w:t>
      </w:r>
    </w:p>
    <w:p w:rsidR="000E795E" w:rsidRPr="002D1207" w:rsidRDefault="000E795E" w:rsidP="00FA312F">
      <w:pPr>
        <w:rPr>
          <w:i/>
          <w:szCs w:val="24"/>
        </w:rPr>
      </w:pPr>
      <w:r w:rsidRPr="002D1207">
        <w:rPr>
          <w:i/>
          <w:szCs w:val="24"/>
        </w:rPr>
        <w:t>Cel(e),</w:t>
      </w:r>
      <w:r w:rsidR="002D1207" w:rsidRPr="002D1207">
        <w:rPr>
          <w:i/>
          <w:szCs w:val="24"/>
        </w:rPr>
        <w:t xml:space="preserve"> w któ</w:t>
      </w:r>
      <w:r w:rsidRPr="002D1207">
        <w:rPr>
          <w:i/>
          <w:szCs w:val="24"/>
        </w:rPr>
        <w:t>rym(-ych) dane osobowe są przetwarzane</w:t>
      </w:r>
      <w:r w:rsidR="002D1207" w:rsidRPr="002D1207">
        <w:rPr>
          <w:i/>
          <w:szCs w:val="24"/>
        </w:rPr>
        <w:t xml:space="preserve"> w imi</w:t>
      </w:r>
      <w:r w:rsidRPr="002D1207">
        <w:rPr>
          <w:i/>
          <w:szCs w:val="24"/>
        </w:rPr>
        <w:t>eniu administratora</w:t>
      </w:r>
    </w:p>
    <w:p w:rsidR="000E795E" w:rsidRPr="002D1207" w:rsidRDefault="00242600" w:rsidP="00FA312F">
      <w:pPr>
        <w:rPr>
          <w:i/>
          <w:szCs w:val="24"/>
        </w:rPr>
      </w:pPr>
      <w:r w:rsidRPr="002D1207">
        <w:rPr>
          <w:i/>
          <w:szCs w:val="24"/>
        </w:rPr>
        <w:t>………………………..</w:t>
      </w:r>
    </w:p>
    <w:p w:rsidR="00983231" w:rsidRPr="002D1207" w:rsidRDefault="000E795E">
      <w:pPr>
        <w:rPr>
          <w:i/>
          <w:szCs w:val="24"/>
        </w:rPr>
      </w:pPr>
      <w:r w:rsidRPr="002D1207">
        <w:rPr>
          <w:i/>
          <w:szCs w:val="24"/>
        </w:rPr>
        <w:t>Czas trwania przetwarzania</w:t>
      </w:r>
    </w:p>
    <w:p w:rsidR="00D670D3" w:rsidRPr="002D1207" w:rsidRDefault="00242600" w:rsidP="00D670D3">
      <w:pPr>
        <w:rPr>
          <w:i/>
          <w:szCs w:val="24"/>
        </w:rPr>
      </w:pPr>
      <w:r w:rsidRPr="002D1207">
        <w:rPr>
          <w:i/>
          <w:szCs w:val="24"/>
        </w:rPr>
        <w:t>………………………..</w:t>
      </w:r>
    </w:p>
    <w:p w:rsidR="00D670D3" w:rsidRPr="002D1207" w:rsidRDefault="00D670D3" w:rsidP="00D670D3">
      <w:pPr>
        <w:rPr>
          <w:i/>
          <w:szCs w:val="24"/>
        </w:rPr>
      </w:pPr>
    </w:p>
    <w:p w:rsidR="00D670D3" w:rsidRPr="002D1207" w:rsidRDefault="00242600" w:rsidP="00D670D3">
      <w:pPr>
        <w:rPr>
          <w:i/>
          <w:szCs w:val="24"/>
        </w:rPr>
      </w:pPr>
      <w:r w:rsidRPr="002D1207">
        <w:rPr>
          <w:i/>
          <w:szCs w:val="24"/>
        </w:rPr>
        <w:t>…………………………</w:t>
      </w:r>
    </w:p>
    <w:p w:rsidR="00DA40D4" w:rsidRPr="002D1207" w:rsidRDefault="00DA40D4" w:rsidP="00DA40D4">
      <w:pPr>
        <w:rPr>
          <w:i/>
        </w:rPr>
      </w:pPr>
      <w:r w:rsidRPr="002D1207">
        <w:rPr>
          <w:i/>
        </w:rPr>
        <w:t>W przypadku przetwarzania przez podmioty przetwarzające lub podprzetwarzające należy również określić przedmiot, charakter</w:t>
      </w:r>
      <w:r w:rsidR="002D1207" w:rsidRPr="002D1207">
        <w:rPr>
          <w:i/>
        </w:rPr>
        <w:t xml:space="preserve"> i cza</w:t>
      </w:r>
      <w:r w:rsidRPr="002D1207">
        <w:rPr>
          <w:i/>
        </w:rPr>
        <w:t>s trwania przetwarzania.</w:t>
      </w:r>
    </w:p>
    <w:p w:rsidR="002D6DAC" w:rsidRPr="002D1207" w:rsidRDefault="002D6DAC">
      <w:pPr>
        <w:rPr>
          <w:b/>
          <w:szCs w:val="24"/>
          <w:u w:val="single"/>
        </w:rPr>
      </w:pPr>
      <w:r w:rsidRPr="002D1207">
        <w:br w:type="page"/>
      </w:r>
    </w:p>
    <w:p w:rsidR="002D6DAC" w:rsidRPr="002D1207" w:rsidRDefault="002D6DAC" w:rsidP="00FB788D">
      <w:pPr>
        <w:rPr>
          <w:b/>
          <w:szCs w:val="24"/>
          <w:u w:val="single"/>
        </w:rPr>
      </w:pPr>
      <w:r w:rsidRPr="002D1207">
        <w:rPr>
          <w:b/>
          <w:szCs w:val="24"/>
          <w:u w:val="single"/>
        </w:rPr>
        <w:t>ZAŁĄCZNIK III – ŚRODKI TECHNICZNE I ORGANIZACYJNE, W TYM ŚRODKI TECHNICZNE I ORGANIZACYJNE W CELU ZAPEWNIENIA BEZPIECZEŃSTWA DANYCH</w:t>
      </w:r>
    </w:p>
    <w:p w:rsidR="00DA40D4" w:rsidRPr="002D1207" w:rsidRDefault="00DA40D4" w:rsidP="00DA40D4">
      <w:r w:rsidRPr="002D1207">
        <w:t xml:space="preserve">UWAGA WYJAŚNIAJĄCA: </w:t>
      </w:r>
    </w:p>
    <w:p w:rsidR="002D6DAC" w:rsidRPr="002D1207" w:rsidRDefault="00DA40D4" w:rsidP="00DA40D4">
      <w:pPr>
        <w:rPr>
          <w:b/>
          <w:szCs w:val="24"/>
          <w:u w:val="single"/>
        </w:rPr>
      </w:pPr>
      <w:r w:rsidRPr="002D1207">
        <w:t>Środki techniczne</w:t>
      </w:r>
      <w:r w:rsidR="002D1207" w:rsidRPr="002D1207">
        <w:t xml:space="preserve"> i org</w:t>
      </w:r>
      <w:r w:rsidRPr="002D1207">
        <w:t>anizacyjne należy opisać szczegółowo,</w:t>
      </w:r>
      <w:r w:rsidR="002D1207" w:rsidRPr="002D1207">
        <w:t xml:space="preserve"> a nie w spo</w:t>
      </w:r>
      <w:r w:rsidRPr="002D1207">
        <w:t>sób ogólny.</w:t>
      </w:r>
    </w:p>
    <w:p w:rsidR="00DA40D4" w:rsidRPr="002D1207" w:rsidRDefault="00DA40D4" w:rsidP="00FB788D">
      <w:pPr>
        <w:rPr>
          <w:i/>
          <w:szCs w:val="24"/>
        </w:rPr>
      </w:pPr>
    </w:p>
    <w:p w:rsidR="00DA40D4" w:rsidRPr="002D1207" w:rsidRDefault="002D6DAC" w:rsidP="00DA40D4">
      <w:pPr>
        <w:contextualSpacing/>
        <w:rPr>
          <w:i/>
          <w:szCs w:val="24"/>
        </w:rPr>
      </w:pPr>
      <w:r w:rsidRPr="002D1207">
        <w:rPr>
          <w:i/>
        </w:rPr>
        <w:t>Opis technicznych</w:t>
      </w:r>
      <w:r w:rsidR="002D1207" w:rsidRPr="002D1207">
        <w:rPr>
          <w:i/>
        </w:rPr>
        <w:t xml:space="preserve"> i org</w:t>
      </w:r>
      <w:r w:rsidRPr="002D1207">
        <w:rPr>
          <w:i/>
        </w:rPr>
        <w:t>anizacyjnych środków bezpieczeństwa wdrożonych przez podmiot przetwarzający (podmioty przetwarzające) (w tym wszelkie stosowne certyfikaty)</w:t>
      </w:r>
      <w:r w:rsidR="002D1207" w:rsidRPr="002D1207">
        <w:rPr>
          <w:i/>
        </w:rPr>
        <w:t xml:space="preserve"> w cel</w:t>
      </w:r>
      <w:r w:rsidRPr="002D1207">
        <w:rPr>
          <w:i/>
        </w:rPr>
        <w:t>u zapewnienia odpowiedniego poziomu bezpieczeństwa,</w:t>
      </w:r>
      <w:r w:rsidR="002D1207" w:rsidRPr="002D1207">
        <w:rPr>
          <w:i/>
        </w:rPr>
        <w:t xml:space="preserve"> z uwz</w:t>
      </w:r>
      <w:r w:rsidRPr="002D1207">
        <w:rPr>
          <w:i/>
        </w:rPr>
        <w:t>ględnieniem charakteru, zakresu, kontekstu</w:t>
      </w:r>
      <w:r w:rsidR="002D1207" w:rsidRPr="002D1207">
        <w:rPr>
          <w:i/>
        </w:rPr>
        <w:t xml:space="preserve"> i cel</w:t>
      </w:r>
      <w:r w:rsidRPr="002D1207">
        <w:rPr>
          <w:i/>
        </w:rPr>
        <w:t>u przetwarzania,</w:t>
      </w:r>
      <w:r w:rsidR="002D1207" w:rsidRPr="002D1207">
        <w:rPr>
          <w:i/>
        </w:rPr>
        <w:t xml:space="preserve"> a tak</w:t>
      </w:r>
      <w:r w:rsidRPr="002D1207">
        <w:rPr>
          <w:i/>
        </w:rPr>
        <w:t>że ryzyka naruszenia praw</w:t>
      </w:r>
      <w:r w:rsidR="002D1207" w:rsidRPr="002D1207">
        <w:rPr>
          <w:i/>
        </w:rPr>
        <w:t xml:space="preserve"> i wol</w:t>
      </w:r>
      <w:r w:rsidRPr="002D1207">
        <w:rPr>
          <w:i/>
        </w:rPr>
        <w:t>ności osób fizycznych</w:t>
      </w:r>
      <w:r w:rsidRPr="002D1207">
        <w:rPr>
          <w:i/>
          <w:szCs w:val="24"/>
        </w:rPr>
        <w:t xml:space="preserve"> Przykłady możliwych środków:</w:t>
      </w:r>
    </w:p>
    <w:p w:rsidR="00DA40D4" w:rsidRPr="002D1207" w:rsidRDefault="00DA40D4" w:rsidP="00DA40D4">
      <w:pPr>
        <w:contextualSpacing/>
        <w:rPr>
          <w:i/>
          <w:szCs w:val="24"/>
        </w:rPr>
      </w:pPr>
    </w:p>
    <w:p w:rsidR="00DA40D4" w:rsidRPr="002D1207" w:rsidRDefault="00DA40D4" w:rsidP="00DA40D4">
      <w:pPr>
        <w:ind w:firstLine="720"/>
        <w:contextualSpacing/>
        <w:rPr>
          <w:i/>
          <w:szCs w:val="24"/>
          <w:u w:val="single"/>
        </w:rPr>
      </w:pPr>
      <w:r w:rsidRPr="002D1207">
        <w:rPr>
          <w:i/>
          <w:szCs w:val="24"/>
        </w:rPr>
        <w:t>Środki umożliwiające pseudonimizację</w:t>
      </w:r>
      <w:r w:rsidR="002D1207" w:rsidRPr="002D1207">
        <w:rPr>
          <w:i/>
          <w:szCs w:val="24"/>
        </w:rPr>
        <w:t xml:space="preserve"> i szy</w:t>
      </w:r>
      <w:r w:rsidRPr="002D1207">
        <w:rPr>
          <w:i/>
          <w:szCs w:val="24"/>
        </w:rPr>
        <w:t>frowanie danych osobowych</w:t>
      </w:r>
    </w:p>
    <w:p w:rsidR="00DA40D4" w:rsidRPr="002D1207" w:rsidRDefault="00DA40D4" w:rsidP="00DA40D4">
      <w:pPr>
        <w:contextualSpacing/>
        <w:rPr>
          <w:i/>
          <w:szCs w:val="24"/>
        </w:rPr>
      </w:pPr>
    </w:p>
    <w:p w:rsidR="00DA40D4" w:rsidRPr="002D1207" w:rsidRDefault="00DA40D4" w:rsidP="00DA40D4">
      <w:pPr>
        <w:ind w:left="720"/>
        <w:contextualSpacing/>
        <w:rPr>
          <w:i/>
          <w:szCs w:val="24"/>
        </w:rPr>
      </w:pPr>
      <w:r w:rsidRPr="002D1207">
        <w:rPr>
          <w:i/>
          <w:szCs w:val="24"/>
        </w:rPr>
        <w:t>Środki zapewniające zdolność do ciągłego zapewnienia poufności, integralności, dostępności</w:t>
      </w:r>
      <w:r w:rsidR="002D1207" w:rsidRPr="002D1207">
        <w:rPr>
          <w:i/>
          <w:szCs w:val="24"/>
        </w:rPr>
        <w:t xml:space="preserve"> i odp</w:t>
      </w:r>
      <w:r w:rsidRPr="002D1207">
        <w:rPr>
          <w:i/>
          <w:szCs w:val="24"/>
        </w:rPr>
        <w:t>orności systemów</w:t>
      </w:r>
      <w:r w:rsidR="002D1207" w:rsidRPr="002D1207">
        <w:rPr>
          <w:i/>
          <w:szCs w:val="24"/>
        </w:rPr>
        <w:t xml:space="preserve"> i usł</w:t>
      </w:r>
      <w:r w:rsidRPr="002D1207">
        <w:rPr>
          <w:i/>
          <w:szCs w:val="24"/>
        </w:rPr>
        <w:t>ug przetwarzania</w:t>
      </w:r>
    </w:p>
    <w:p w:rsidR="00DA40D4" w:rsidRPr="002D1207" w:rsidRDefault="00DA40D4" w:rsidP="00DA40D4">
      <w:pPr>
        <w:contextualSpacing/>
        <w:rPr>
          <w:i/>
          <w:szCs w:val="24"/>
        </w:rPr>
      </w:pPr>
    </w:p>
    <w:p w:rsidR="00DA40D4" w:rsidRPr="002D1207" w:rsidRDefault="00DA40D4" w:rsidP="00DA40D4">
      <w:pPr>
        <w:ind w:left="720"/>
        <w:contextualSpacing/>
        <w:rPr>
          <w:i/>
          <w:szCs w:val="24"/>
        </w:rPr>
      </w:pPr>
      <w:r w:rsidRPr="002D1207">
        <w:rPr>
          <w:i/>
          <w:szCs w:val="24"/>
        </w:rPr>
        <w:t>Środki zapewniające zdolność do szybkiego przywrócenia dostępności danych osobowych</w:t>
      </w:r>
      <w:r w:rsidR="002D1207" w:rsidRPr="002D1207">
        <w:rPr>
          <w:i/>
          <w:szCs w:val="24"/>
        </w:rPr>
        <w:t xml:space="preserve"> i dos</w:t>
      </w:r>
      <w:r w:rsidRPr="002D1207">
        <w:rPr>
          <w:i/>
          <w:szCs w:val="24"/>
        </w:rPr>
        <w:t>tępu do nich</w:t>
      </w:r>
      <w:r w:rsidR="002D1207" w:rsidRPr="002D1207">
        <w:rPr>
          <w:i/>
          <w:szCs w:val="24"/>
        </w:rPr>
        <w:t xml:space="preserve"> w raz</w:t>
      </w:r>
      <w:r w:rsidRPr="002D1207">
        <w:rPr>
          <w:i/>
          <w:szCs w:val="24"/>
        </w:rPr>
        <w:t>ie incydentu fizycznego lub technicznego</w:t>
      </w:r>
    </w:p>
    <w:p w:rsidR="00DA40D4" w:rsidRPr="002D1207" w:rsidRDefault="00DA40D4" w:rsidP="00DA40D4">
      <w:pPr>
        <w:contextualSpacing/>
        <w:rPr>
          <w:i/>
          <w:szCs w:val="24"/>
        </w:rPr>
      </w:pPr>
    </w:p>
    <w:p w:rsidR="00DA40D4" w:rsidRPr="002D1207" w:rsidRDefault="00DA40D4" w:rsidP="00DA40D4">
      <w:pPr>
        <w:ind w:left="720"/>
        <w:contextualSpacing/>
        <w:rPr>
          <w:i/>
          <w:szCs w:val="24"/>
        </w:rPr>
      </w:pPr>
      <w:r w:rsidRPr="002D1207">
        <w:rPr>
          <w:i/>
          <w:szCs w:val="24"/>
        </w:rPr>
        <w:t>Procesy umożliwiające regularne testowanie, mierzenie</w:t>
      </w:r>
      <w:r w:rsidR="002D1207" w:rsidRPr="002D1207">
        <w:rPr>
          <w:i/>
          <w:szCs w:val="24"/>
        </w:rPr>
        <w:t xml:space="preserve"> i oce</w:t>
      </w:r>
      <w:r w:rsidRPr="002D1207">
        <w:rPr>
          <w:i/>
          <w:szCs w:val="24"/>
        </w:rPr>
        <w:t>nianie skuteczności środków technicznych</w:t>
      </w:r>
      <w:r w:rsidR="002D1207" w:rsidRPr="002D1207">
        <w:rPr>
          <w:i/>
          <w:szCs w:val="24"/>
        </w:rPr>
        <w:t xml:space="preserve"> i org</w:t>
      </w:r>
      <w:r w:rsidRPr="002D1207">
        <w:rPr>
          <w:i/>
          <w:szCs w:val="24"/>
        </w:rPr>
        <w:t>anizacyjnych mających zapewnić bezpieczeństwo przetwarzania</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umożliwiające identyfikację</w:t>
      </w:r>
      <w:r w:rsidR="002D1207" w:rsidRPr="002D1207">
        <w:rPr>
          <w:i/>
          <w:szCs w:val="24"/>
        </w:rPr>
        <w:t xml:space="preserve"> i aut</w:t>
      </w:r>
      <w:r w:rsidRPr="002D1207">
        <w:rPr>
          <w:i/>
          <w:szCs w:val="24"/>
        </w:rPr>
        <w:t>oryzację użytkowników</w:t>
      </w:r>
    </w:p>
    <w:p w:rsidR="00DA40D4" w:rsidRPr="002D1207" w:rsidRDefault="00DA40D4" w:rsidP="00DA40D4">
      <w:pPr>
        <w:contextualSpacing/>
        <w:rPr>
          <w:i/>
          <w:szCs w:val="24"/>
        </w:rPr>
      </w:pPr>
    </w:p>
    <w:p w:rsidR="00DA40D4" w:rsidRPr="002D1207" w:rsidRDefault="00DA40D4" w:rsidP="00DA40D4">
      <w:pPr>
        <w:contextualSpacing/>
        <w:rPr>
          <w:i/>
          <w:szCs w:val="24"/>
        </w:rPr>
      </w:pPr>
      <w:r w:rsidRPr="002D1207">
        <w:tab/>
      </w:r>
      <w:r w:rsidRPr="002D1207">
        <w:rPr>
          <w:i/>
          <w:szCs w:val="24"/>
        </w:rPr>
        <w:t>Środki zapewniające ochronę danych</w:t>
      </w:r>
      <w:r w:rsidR="002D1207" w:rsidRPr="002D1207">
        <w:rPr>
          <w:i/>
          <w:szCs w:val="24"/>
        </w:rPr>
        <w:t xml:space="preserve"> w cza</w:t>
      </w:r>
      <w:r w:rsidRPr="002D1207">
        <w:rPr>
          <w:i/>
          <w:szCs w:val="24"/>
        </w:rPr>
        <w:t>sie ich przekazywania</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zapewniające ochronę danych</w:t>
      </w:r>
      <w:r w:rsidR="002D1207" w:rsidRPr="002D1207">
        <w:rPr>
          <w:i/>
          <w:szCs w:val="24"/>
        </w:rPr>
        <w:t xml:space="preserve"> w cza</w:t>
      </w:r>
      <w:r w:rsidRPr="002D1207">
        <w:rPr>
          <w:i/>
          <w:szCs w:val="24"/>
        </w:rPr>
        <w:t>sie ich przechowywania</w:t>
      </w:r>
    </w:p>
    <w:p w:rsidR="00DA40D4" w:rsidRPr="002D1207" w:rsidRDefault="00DA40D4" w:rsidP="00DA40D4">
      <w:pPr>
        <w:contextualSpacing/>
        <w:rPr>
          <w:i/>
          <w:szCs w:val="24"/>
        </w:rPr>
      </w:pPr>
    </w:p>
    <w:p w:rsidR="00DA40D4" w:rsidRPr="002D1207" w:rsidRDefault="00DA40D4" w:rsidP="00DA40D4">
      <w:pPr>
        <w:ind w:left="720"/>
        <w:contextualSpacing/>
        <w:rPr>
          <w:i/>
          <w:szCs w:val="24"/>
        </w:rPr>
      </w:pPr>
      <w:r w:rsidRPr="002D1207">
        <w:rPr>
          <w:i/>
          <w:szCs w:val="24"/>
        </w:rPr>
        <w:t>Środki służące zapewnieniu bezpieczeństwa fizycznego miejsc,</w:t>
      </w:r>
      <w:r w:rsidR="002D1207" w:rsidRPr="002D1207">
        <w:rPr>
          <w:i/>
          <w:szCs w:val="24"/>
        </w:rPr>
        <w:t xml:space="preserve"> w któ</w:t>
      </w:r>
      <w:r w:rsidRPr="002D1207">
        <w:rPr>
          <w:i/>
          <w:szCs w:val="24"/>
        </w:rPr>
        <w:t>rych przetwarzane są dane osobowe</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umożliwiające rejestrowanie zdarzeń</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służące do konfiguracji systemu,</w:t>
      </w:r>
      <w:r w:rsidR="002D1207" w:rsidRPr="002D1207">
        <w:rPr>
          <w:i/>
          <w:szCs w:val="24"/>
        </w:rPr>
        <w:t xml:space="preserve"> w tym</w:t>
      </w:r>
      <w:r w:rsidRPr="002D1207">
        <w:rPr>
          <w:i/>
          <w:szCs w:val="24"/>
        </w:rPr>
        <w:t xml:space="preserve"> konfiguracji domyślnej</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dotyczące zarządzania wewnętrznym systemem IT</w:t>
      </w:r>
      <w:r w:rsidR="002D1207" w:rsidRPr="002D1207">
        <w:rPr>
          <w:i/>
          <w:szCs w:val="24"/>
        </w:rPr>
        <w:t xml:space="preserve"> i bez</w:t>
      </w:r>
      <w:r w:rsidRPr="002D1207">
        <w:rPr>
          <w:i/>
          <w:szCs w:val="24"/>
        </w:rPr>
        <w:t>pieczeństwem IT</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dotyczące certyfikacji / zapewnienia jakości procesów</w:t>
      </w:r>
      <w:r w:rsidR="002D1207" w:rsidRPr="002D1207">
        <w:rPr>
          <w:i/>
          <w:szCs w:val="24"/>
        </w:rPr>
        <w:t xml:space="preserve"> i pro</w:t>
      </w:r>
      <w:r w:rsidRPr="002D1207">
        <w:rPr>
          <w:i/>
          <w:szCs w:val="24"/>
        </w:rPr>
        <w:t>duktów</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zapewniające minimalizację danych</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zapewniające odpowiednią jakość danych</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zapewniające ograniczone zatrzymywanie danych</w:t>
      </w:r>
    </w:p>
    <w:p w:rsidR="00DA40D4" w:rsidRPr="002D1207" w:rsidRDefault="00DA40D4" w:rsidP="00DA40D4">
      <w:pPr>
        <w:contextualSpacing/>
        <w:rPr>
          <w:i/>
          <w:szCs w:val="24"/>
        </w:rPr>
      </w:pPr>
    </w:p>
    <w:p w:rsidR="00DA40D4" w:rsidRPr="002D1207" w:rsidRDefault="00DA40D4" w:rsidP="00DA40D4">
      <w:pPr>
        <w:ind w:firstLine="720"/>
        <w:contextualSpacing/>
        <w:rPr>
          <w:i/>
          <w:szCs w:val="24"/>
        </w:rPr>
      </w:pPr>
      <w:r w:rsidRPr="002D1207">
        <w:rPr>
          <w:i/>
          <w:szCs w:val="24"/>
        </w:rPr>
        <w:t>Środki zapewniające rozliczalność</w:t>
      </w:r>
    </w:p>
    <w:p w:rsidR="00DA40D4" w:rsidRPr="002D1207" w:rsidRDefault="00DA40D4" w:rsidP="00DA40D4">
      <w:pPr>
        <w:contextualSpacing/>
        <w:rPr>
          <w:i/>
          <w:szCs w:val="24"/>
        </w:rPr>
      </w:pPr>
    </w:p>
    <w:p w:rsidR="00DA40D4" w:rsidRPr="002D1207" w:rsidRDefault="00DA40D4" w:rsidP="00DA40D4">
      <w:pPr>
        <w:ind w:firstLine="720"/>
        <w:contextualSpacing/>
        <w:rPr>
          <w:i/>
        </w:rPr>
      </w:pPr>
      <w:r w:rsidRPr="002D1207">
        <w:rPr>
          <w:i/>
          <w:szCs w:val="24"/>
        </w:rPr>
        <w:t>Środki umożliwiające przenoszenie danych</w:t>
      </w:r>
      <w:r w:rsidR="002D1207" w:rsidRPr="002D1207">
        <w:rPr>
          <w:i/>
          <w:szCs w:val="24"/>
        </w:rPr>
        <w:t xml:space="preserve"> i zap</w:t>
      </w:r>
      <w:r w:rsidRPr="002D1207">
        <w:rPr>
          <w:i/>
          <w:szCs w:val="24"/>
        </w:rPr>
        <w:t>ewnienie ich usuwania]</w:t>
      </w:r>
    </w:p>
    <w:p w:rsidR="00DA40D4" w:rsidRPr="002D1207" w:rsidRDefault="00DA40D4" w:rsidP="00DA40D4">
      <w:pPr>
        <w:spacing w:after="240"/>
        <w:rPr>
          <w:b/>
          <w:highlight w:val="lightGray"/>
        </w:rPr>
      </w:pPr>
    </w:p>
    <w:p w:rsidR="00AC037B" w:rsidRPr="002D1207" w:rsidRDefault="00DA40D4" w:rsidP="000E1DEC">
      <w:pPr>
        <w:spacing w:after="240"/>
      </w:pPr>
      <w:r w:rsidRPr="002D1207">
        <w:rPr>
          <w:i/>
        </w:rPr>
        <w:t>W przypadku przekazywania danych podmiotom przetwarzającym lub podprzetwarzającym należy również opisać konkretne środki techniczne</w:t>
      </w:r>
      <w:r w:rsidR="002D1207" w:rsidRPr="002D1207">
        <w:rPr>
          <w:i/>
        </w:rPr>
        <w:t xml:space="preserve"> i org</w:t>
      </w:r>
      <w:r w:rsidRPr="002D1207">
        <w:rPr>
          <w:i/>
        </w:rPr>
        <w:t>anizacyjne, jakie powinien zastosować podmiot przetwarzający lub podprzetwarzający, aby móc udzielić pomocy administratorowi.</w:t>
      </w:r>
    </w:p>
    <w:p w:rsidR="00B914CF" w:rsidRPr="002D1207" w:rsidRDefault="00AC037B" w:rsidP="00FB788D">
      <w:pPr>
        <w:rPr>
          <w:i/>
          <w:szCs w:val="24"/>
        </w:rPr>
      </w:pPr>
      <w:r w:rsidRPr="002D1207">
        <w:rPr>
          <w:i/>
          <w:szCs w:val="24"/>
        </w:rPr>
        <w:t>Opis konkretnych środków technicznych</w:t>
      </w:r>
      <w:r w:rsidR="002D1207" w:rsidRPr="002D1207">
        <w:rPr>
          <w:i/>
          <w:szCs w:val="24"/>
        </w:rPr>
        <w:t xml:space="preserve"> i org</w:t>
      </w:r>
      <w:r w:rsidRPr="002D1207">
        <w:rPr>
          <w:i/>
          <w:szCs w:val="24"/>
        </w:rPr>
        <w:t xml:space="preserve">anizacyjnych, jakie powinien zastosować podmiot przetwarzający, aby móc udzielić pomocy administratorowi </w:t>
      </w:r>
      <w:r w:rsidRPr="002D1207">
        <w:rPr>
          <w:i/>
          <w:szCs w:val="24"/>
        </w:rPr>
        <w:br w:type="page"/>
      </w:r>
    </w:p>
    <w:p w:rsidR="002D6DAC" w:rsidRPr="002D1207" w:rsidRDefault="00FA312F" w:rsidP="00FB788D">
      <w:pPr>
        <w:rPr>
          <w:b/>
          <w:szCs w:val="24"/>
          <w:u w:val="single"/>
        </w:rPr>
      </w:pPr>
      <w:r w:rsidRPr="002D1207">
        <w:rPr>
          <w:b/>
          <w:szCs w:val="24"/>
          <w:u w:val="single"/>
        </w:rPr>
        <w:t>ZAŁĄCZNIK IV: WYKAZ PODMIOTÓW PODPRZETWARZAJĄCYCH</w:t>
      </w:r>
    </w:p>
    <w:p w:rsidR="00DA40D4" w:rsidRPr="002D1207" w:rsidRDefault="00DA40D4" w:rsidP="00DA40D4">
      <w:r w:rsidRPr="002D1207">
        <w:t xml:space="preserve">UWAGA WYJAŚNIAJĄCA: </w:t>
      </w:r>
    </w:p>
    <w:p w:rsidR="00DA40D4" w:rsidRPr="002D1207" w:rsidRDefault="00DA40D4" w:rsidP="00DA40D4">
      <w:r w:rsidRPr="002D1207">
        <w:t>Niniejszy załącznik należy wypełnić</w:t>
      </w:r>
      <w:r w:rsidR="002D1207" w:rsidRPr="002D1207">
        <w:t xml:space="preserve"> w raz</w:t>
      </w:r>
      <w:r w:rsidRPr="002D1207">
        <w:t>ie udzielenia szczegółowej zgody na korzystanie</w:t>
      </w:r>
      <w:r w:rsidR="002D1207" w:rsidRPr="002D1207">
        <w:t xml:space="preserve"> z usł</w:t>
      </w:r>
      <w:r w:rsidRPr="002D1207">
        <w:t>ug podmiotów podprzetwarzających (klauzula 7.7 lit.</w:t>
      </w:r>
      <w:r w:rsidR="007315AE" w:rsidRPr="002D1207">
        <w:t> </w:t>
      </w:r>
      <w:r w:rsidRPr="002D1207">
        <w:t xml:space="preserve">a), opcja 1). </w:t>
      </w:r>
    </w:p>
    <w:p w:rsidR="00DA40D4" w:rsidRPr="002D1207" w:rsidRDefault="00DA40D4" w:rsidP="00321A16">
      <w:r w:rsidRPr="002D1207">
        <w:t>Administrator zezwolił na korzystanie</w:t>
      </w:r>
      <w:r w:rsidR="002D1207" w:rsidRPr="002D1207">
        <w:t xml:space="preserve"> z usł</w:t>
      </w:r>
      <w:r w:rsidRPr="002D1207">
        <w:t xml:space="preserve">ug następujących podmiotów podprzetwarzających: </w:t>
      </w:r>
    </w:p>
    <w:p w:rsidR="00DA40D4" w:rsidRPr="002D1207" w:rsidRDefault="00DA40D4" w:rsidP="00DA40D4">
      <w:r w:rsidRPr="002D1207">
        <w:t>1. Imię</w:t>
      </w:r>
      <w:r w:rsidR="002D1207" w:rsidRPr="002D1207">
        <w:t xml:space="preserve"> i naz</w:t>
      </w:r>
      <w:r w:rsidRPr="002D1207">
        <w:t>wisko lub nazwa: …</w:t>
      </w:r>
    </w:p>
    <w:p w:rsidR="00DA40D4" w:rsidRPr="002D1207" w:rsidRDefault="00DA40D4" w:rsidP="00DA40D4">
      <w:r w:rsidRPr="002D1207">
        <w:t>Adres: …</w:t>
      </w:r>
    </w:p>
    <w:p w:rsidR="00DA40D4" w:rsidRPr="002D1207" w:rsidRDefault="00DA40D4" w:rsidP="00DA40D4">
      <w:r w:rsidRPr="002D1207">
        <w:t>Imię</w:t>
      </w:r>
      <w:r w:rsidR="002D1207" w:rsidRPr="002D1207">
        <w:t xml:space="preserve"> i naz</w:t>
      </w:r>
      <w:r w:rsidRPr="002D1207">
        <w:t>wisko, stanowisko</w:t>
      </w:r>
      <w:r w:rsidR="002D1207" w:rsidRPr="002D1207">
        <w:t xml:space="preserve"> i dan</w:t>
      </w:r>
      <w:r w:rsidRPr="002D1207">
        <w:t>e kontaktowe osoby wyznaczonej do kontaktów: …</w:t>
      </w:r>
    </w:p>
    <w:p w:rsidR="00DA40D4" w:rsidRPr="002D1207" w:rsidRDefault="00DA40D4" w:rsidP="00DA40D4">
      <w:r w:rsidRPr="002D1207">
        <w:t>Opis przetwarzania (w tym jasne określenie zakresu odpowiedzialności</w:t>
      </w:r>
      <w:r w:rsidR="002D1207" w:rsidRPr="002D1207">
        <w:t xml:space="preserve"> w prz</w:t>
      </w:r>
      <w:r w:rsidRPr="002D1207">
        <w:t>ypadku upoważnienia kilku podmiotów podprzetwarzających): …</w:t>
      </w:r>
    </w:p>
    <w:p w:rsidR="00DA40D4" w:rsidRPr="002D1207" w:rsidRDefault="00DA40D4" w:rsidP="00DA40D4"/>
    <w:p w:rsidR="00DA40D4" w:rsidRPr="002D1207" w:rsidRDefault="00DA40D4" w:rsidP="00DA40D4">
      <w:r w:rsidRPr="002D1207">
        <w:t>2. …</w:t>
      </w:r>
    </w:p>
    <w:p w:rsidR="002D6DAC" w:rsidRPr="002D1207" w:rsidRDefault="002D6DAC" w:rsidP="00DA40D4">
      <w:pPr>
        <w:rPr>
          <w:b/>
          <w:szCs w:val="24"/>
          <w:u w:val="single"/>
        </w:rPr>
      </w:pPr>
    </w:p>
    <w:p w:rsidR="00D670D3" w:rsidRPr="002D1207" w:rsidRDefault="00D670D3" w:rsidP="00FB788D">
      <w:pPr>
        <w:rPr>
          <w:b/>
          <w:szCs w:val="24"/>
          <w:u w:val="single"/>
        </w:rPr>
      </w:pPr>
    </w:p>
    <w:p w:rsidR="00D670D3" w:rsidRPr="002D1207" w:rsidRDefault="00D670D3" w:rsidP="00FB788D">
      <w:pPr>
        <w:rPr>
          <w:b/>
          <w:szCs w:val="24"/>
          <w:u w:val="single"/>
        </w:rPr>
      </w:pPr>
    </w:p>
    <w:p w:rsidR="002D6DAC" w:rsidRPr="002D1207" w:rsidRDefault="002D6DAC" w:rsidP="008255AE">
      <w:pPr>
        <w:pStyle w:val="ListParagraph"/>
        <w:jc w:val="both"/>
        <w:rPr>
          <w:rFonts w:ascii="Times New Roman" w:hAnsi="Times New Roman" w:cs="Times New Roman"/>
          <w:b/>
          <w:sz w:val="24"/>
          <w:szCs w:val="24"/>
          <w:u w:val="single"/>
        </w:rPr>
      </w:pPr>
    </w:p>
    <w:p w:rsidR="002D6DAC" w:rsidRPr="002D1207" w:rsidRDefault="002D6DAC" w:rsidP="00FA312F">
      <w:pPr>
        <w:rPr>
          <w:szCs w:val="24"/>
        </w:rPr>
      </w:pPr>
    </w:p>
    <w:sectPr w:rsidR="002D6DAC" w:rsidRPr="002D1207" w:rsidSect="002D1207">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5AE" w:rsidRPr="002D1207" w:rsidRDefault="007315AE" w:rsidP="00D037D2">
      <w:pPr>
        <w:spacing w:before="0" w:after="0"/>
      </w:pPr>
      <w:r w:rsidRPr="002D1207">
        <w:separator/>
      </w:r>
    </w:p>
  </w:endnote>
  <w:endnote w:type="continuationSeparator" w:id="0">
    <w:p w:rsidR="007315AE" w:rsidRPr="002D1207" w:rsidRDefault="007315AE" w:rsidP="00D037D2">
      <w:pPr>
        <w:spacing w:before="0" w:after="0"/>
      </w:pPr>
      <w:r w:rsidRPr="002D120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207" w:rsidRPr="002D1207" w:rsidRDefault="002D1207" w:rsidP="002D1207">
    <w:pPr>
      <w:pStyle w:val="Footer"/>
      <w:rPr>
        <w:rFonts w:ascii="Arial" w:hAnsi="Arial" w:cs="Arial"/>
        <w:b/>
        <w:sz w:val="48"/>
      </w:rPr>
    </w:pPr>
    <w:r w:rsidRPr="002D1207">
      <w:rPr>
        <w:rFonts w:ascii="Arial" w:hAnsi="Arial" w:cs="Arial"/>
        <w:b/>
        <w:sz w:val="48"/>
      </w:rPr>
      <w:t>PL</w:t>
    </w:r>
    <w:r w:rsidRPr="002D1207">
      <w:rPr>
        <w:rFonts w:ascii="Arial" w:hAnsi="Arial" w:cs="Arial"/>
        <w:b/>
        <w:sz w:val="48"/>
      </w:rPr>
      <w:tab/>
    </w:r>
    <w:r w:rsidRPr="002D1207">
      <w:rPr>
        <w:rFonts w:ascii="Arial" w:hAnsi="Arial" w:cs="Arial"/>
        <w:b/>
        <w:sz w:val="48"/>
      </w:rPr>
      <w:tab/>
    </w:r>
    <w:r w:rsidRPr="002D1207">
      <w:tab/>
    </w:r>
    <w:r w:rsidRPr="002D1207">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207" w:rsidRPr="002D1207" w:rsidRDefault="002D1207" w:rsidP="002D1207">
    <w:pPr>
      <w:pStyle w:val="Footer"/>
      <w:rPr>
        <w:rFonts w:ascii="Arial" w:hAnsi="Arial" w:cs="Arial"/>
        <w:b/>
        <w:sz w:val="48"/>
      </w:rPr>
    </w:pPr>
    <w:r w:rsidRPr="002D1207">
      <w:rPr>
        <w:rFonts w:ascii="Arial" w:hAnsi="Arial" w:cs="Arial"/>
        <w:b/>
        <w:sz w:val="48"/>
      </w:rPr>
      <w:t>PL</w:t>
    </w:r>
    <w:r w:rsidRPr="002D1207">
      <w:rPr>
        <w:rFonts w:ascii="Arial" w:hAnsi="Arial" w:cs="Arial"/>
        <w:b/>
        <w:sz w:val="48"/>
      </w:rPr>
      <w:tab/>
    </w:r>
    <w:r>
      <w:fldChar w:fldCharType="begin"/>
    </w:r>
    <w:r>
      <w:instrText xml:space="preserve"> PAGE  \* MERGEFORMAT </w:instrText>
    </w:r>
    <w:r>
      <w:fldChar w:fldCharType="separate"/>
    </w:r>
    <w:r w:rsidR="000040F7">
      <w:rPr>
        <w:noProof/>
      </w:rPr>
      <w:t>1</w:t>
    </w:r>
    <w:r>
      <w:fldChar w:fldCharType="end"/>
    </w:r>
    <w:r>
      <w:tab/>
    </w:r>
    <w:r w:rsidRPr="002D1207">
      <w:tab/>
    </w:r>
    <w:r w:rsidRPr="002D1207">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207" w:rsidRPr="002D1207" w:rsidRDefault="002D1207" w:rsidP="002D12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5AE" w:rsidRPr="002D1207" w:rsidRDefault="007315AE" w:rsidP="00D037D2">
      <w:pPr>
        <w:spacing w:before="0" w:after="0"/>
      </w:pPr>
      <w:r w:rsidRPr="002D1207">
        <w:separator/>
      </w:r>
    </w:p>
  </w:footnote>
  <w:footnote w:type="continuationSeparator" w:id="0">
    <w:p w:rsidR="007315AE" w:rsidRPr="002D1207" w:rsidRDefault="007315AE" w:rsidP="00D037D2">
      <w:pPr>
        <w:spacing w:before="0" w:after="0"/>
      </w:pPr>
      <w:r w:rsidRPr="002D1207">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6"/>
  </w:num>
  <w:num w:numId="7">
    <w:abstractNumId w:val="2"/>
  </w:num>
  <w:num w:numId="8">
    <w:abstractNumId w:val="0"/>
  </w:num>
  <w:num w:numId="9">
    <w:abstractNumId w:val="12"/>
  </w:num>
  <w:num w:numId="10">
    <w:abstractNumId w:val="19"/>
  </w:num>
  <w:num w:numId="11">
    <w:abstractNumId w:val="13"/>
  </w:num>
  <w:num w:numId="12">
    <w:abstractNumId w:val="21"/>
  </w:num>
  <w:num w:numId="13">
    <w:abstractNumId w:val="11"/>
  </w:num>
  <w:num w:numId="14">
    <w:abstractNumId w:val="14"/>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4:11:5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4"/>
    <w:docVar w:name="DQCStatus" w:val="Green"/>
    <w:docVar w:name="DQCVersion" w:val="3"/>
    <w:docVar w:name="DQCWithWarnings" w:val="0"/>
    <w:docVar w:name="LW_ACCOMPAGNANT" w:val="do"/>
    <w:docVar w:name="LW_ACCOMPAGNANT.CP" w:val="do"/>
    <w:docVar w:name="LW_ANNEX_NBR_FIRST" w:val="1"/>
    <w:docVar w:name="LW_ANNEX_NBR_LAST" w:val="1"/>
    <w:docVar w:name="LW_ANNEX_UNIQUE" w:val="1"/>
    <w:docVar w:name="LW_CORRIGENDUM" w:val="&lt;UNUSED&gt;"/>
    <w:docVar w:name="LW_COVERPAGE_EXISTS" w:val="True"/>
    <w:docVar w:name="LW_COVERPAGE_GUID" w:val="61B64E75-7D03-40FF-B4E0-C8C9CAD21C02"/>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ksela, dnia "/>
    <w:docVar w:name="LW_EMISSION_SUFFIX" w:val=" r."/>
    <w:docVar w:name="LW_ID_DOCSTRUCTURE" w:val="COM/ANNEX"/>
    <w:docVar w:name="LW_ID_DOCTYPE" w:val="SG-068"/>
    <w:docVar w:name="LW_LANGUE" w:val="PL"/>
    <w:docVar w:name="LW_LEVEL_OF_SENSITIVITY" w:val="Standard treatment"/>
    <w:docVar w:name="LW_NOM.INST" w:val="KOMISJA EUROPEJSKA"/>
    <w:docVar w:name="LW_NOM.INST_JOINTDOC" w:val="&lt;EMPTY&gt;"/>
    <w:docVar w:name="LW_OBJETACTEPRINCIPAL" w:val="&lt;FMT:Bold&gt;w sprawie standardowych klauzul umownych mi\u281?dzy administratorami a podmiotami przetwarzaj\u261?cymi na podstawie art. 28 ust. 7 rozporz\u261?dzenia Parlamentu Europejskiego i Rady (UE) 2016/679 oraz art. 29 ust. 7 rozporz\u261?dzenia Parlamentu Europejskiego i Rady (UE) 2018/1725&lt;/FMT&gt;"/>
    <w:docVar w:name="LW_OBJETACTEPRINCIPAL.CP" w:val="&lt;FMT:Bold&gt;w sprawie standardowych klauzul umownych mi\u281?dzy administratorami a podmiotami przetwarzaj\u261?cymi na podstawie art. 28 ust. 7 rozporz\u261?dzenia Parlamentu Europejskiego i Rady (UE) 2016/679 oraz art. 29 ust. 7 rozporz\u261?dzenia Parlamentu Europejskiego i Rady (UE) 2018/1725&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ZA\u321?\u260?CZNIK"/>
    <w:docVar w:name="LW_TYPE.DOC.CP" w:val="ZA\u321?\u260?CZNIK"/>
    <w:docVar w:name="LW_TYPEACTEPRINCIPAL" w:val="DECYZJI WYKONAWCZEJ KOMISJI"/>
    <w:docVar w:name="LW_TYPEACTEPRINCIPAL.CP" w:val="DECYZJI WYKONAWCZEJ KOMISJI"/>
  </w:docVars>
  <w:rsids>
    <w:rsidRoot w:val="00D037D2"/>
    <w:rsid w:val="00002281"/>
    <w:rsid w:val="000040F7"/>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1AAB"/>
    <w:rsid w:val="00292C85"/>
    <w:rsid w:val="00297D96"/>
    <w:rsid w:val="002A06CE"/>
    <w:rsid w:val="002A109E"/>
    <w:rsid w:val="002B17A6"/>
    <w:rsid w:val="002B3BEF"/>
    <w:rsid w:val="002C1D92"/>
    <w:rsid w:val="002C38FD"/>
    <w:rsid w:val="002D1207"/>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0AF5"/>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15AE"/>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E7926"/>
    <w:rsid w:val="007F344A"/>
    <w:rsid w:val="007F434F"/>
    <w:rsid w:val="007F7083"/>
    <w:rsid w:val="00801679"/>
    <w:rsid w:val="008225E4"/>
    <w:rsid w:val="008255AE"/>
    <w:rsid w:val="00827826"/>
    <w:rsid w:val="008507FE"/>
    <w:rsid w:val="008534CA"/>
    <w:rsid w:val="00855605"/>
    <w:rsid w:val="00886583"/>
    <w:rsid w:val="00892F24"/>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B164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868AB"/>
    <w:rsid w:val="00C92BA1"/>
    <w:rsid w:val="00C963D2"/>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rsid w:val="00BB0CF3"/>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pl-PL"/>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pl-PL"/>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6"/>
      </w:numPr>
      <w:contextualSpacing/>
    </w:pPr>
  </w:style>
  <w:style w:type="paragraph" w:styleId="ListNumber2">
    <w:name w:val="List Number 2"/>
    <w:basedOn w:val="Normal"/>
    <w:uiPriority w:val="99"/>
    <w:semiHidden/>
    <w:unhideWhenUsed/>
    <w:rsid w:val="003238EB"/>
    <w:pPr>
      <w:numPr>
        <w:numId w:val="7"/>
      </w:numPr>
      <w:contextualSpacing/>
    </w:pPr>
  </w:style>
  <w:style w:type="paragraph" w:styleId="ListNumber4">
    <w:name w:val="List Number 4"/>
    <w:basedOn w:val="Normal"/>
    <w:uiPriority w:val="99"/>
    <w:semiHidden/>
    <w:unhideWhenUsed/>
    <w:rsid w:val="003238EB"/>
    <w:pPr>
      <w:numPr>
        <w:numId w:val="8"/>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9"/>
      </w:numPr>
      <w:spacing w:line="360" w:lineRule="auto"/>
    </w:pPr>
  </w:style>
  <w:style w:type="paragraph" w:customStyle="1" w:styleId="LegalNumPar2">
    <w:name w:val="LegalNumPar2"/>
    <w:basedOn w:val="Normal"/>
    <w:rsid w:val="00292C85"/>
    <w:pPr>
      <w:numPr>
        <w:ilvl w:val="1"/>
        <w:numId w:val="9"/>
      </w:numPr>
      <w:spacing w:line="360" w:lineRule="auto"/>
    </w:pPr>
  </w:style>
  <w:style w:type="paragraph" w:customStyle="1" w:styleId="LegalNumPar3">
    <w:name w:val="LegalNumPar3"/>
    <w:basedOn w:val="Normal"/>
    <w:rsid w:val="00292C85"/>
    <w:pPr>
      <w:numPr>
        <w:ilvl w:val="2"/>
        <w:numId w:val="9"/>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10"/>
      </w:numPr>
    </w:pPr>
  </w:style>
  <w:style w:type="paragraph" w:customStyle="1" w:styleId="Tiret1">
    <w:name w:val="Tiret 1"/>
    <w:basedOn w:val="Point1"/>
    <w:rsid w:val="00BB0CF3"/>
    <w:pPr>
      <w:numPr>
        <w:numId w:val="11"/>
      </w:numPr>
    </w:pPr>
  </w:style>
  <w:style w:type="paragraph" w:customStyle="1" w:styleId="Tiret2">
    <w:name w:val="Tiret 2"/>
    <w:basedOn w:val="Point2"/>
    <w:rsid w:val="00BB0CF3"/>
    <w:pPr>
      <w:numPr>
        <w:numId w:val="12"/>
      </w:numPr>
    </w:pPr>
  </w:style>
  <w:style w:type="paragraph" w:customStyle="1" w:styleId="Tiret3">
    <w:name w:val="Tiret 3"/>
    <w:basedOn w:val="Point3"/>
    <w:rsid w:val="00BB0CF3"/>
    <w:pPr>
      <w:numPr>
        <w:numId w:val="13"/>
      </w:numPr>
    </w:pPr>
  </w:style>
  <w:style w:type="paragraph" w:customStyle="1" w:styleId="Tiret4">
    <w:name w:val="Tiret 4"/>
    <w:basedOn w:val="Point4"/>
    <w:rsid w:val="00BB0CF3"/>
    <w:pPr>
      <w:numPr>
        <w:numId w:val="14"/>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15"/>
      </w:numPr>
    </w:pPr>
  </w:style>
  <w:style w:type="paragraph" w:customStyle="1" w:styleId="NumPar2">
    <w:name w:val="NumPar 2"/>
    <w:basedOn w:val="Normal"/>
    <w:next w:val="Text1"/>
    <w:rsid w:val="00BB0CF3"/>
    <w:pPr>
      <w:numPr>
        <w:ilvl w:val="1"/>
        <w:numId w:val="15"/>
      </w:numPr>
    </w:pPr>
  </w:style>
  <w:style w:type="paragraph" w:customStyle="1" w:styleId="NumPar3">
    <w:name w:val="NumPar 3"/>
    <w:basedOn w:val="Normal"/>
    <w:next w:val="Text1"/>
    <w:rsid w:val="00BB0CF3"/>
    <w:pPr>
      <w:numPr>
        <w:ilvl w:val="2"/>
        <w:numId w:val="15"/>
      </w:numPr>
    </w:pPr>
  </w:style>
  <w:style w:type="paragraph" w:customStyle="1" w:styleId="NumPar4">
    <w:name w:val="NumPar 4"/>
    <w:basedOn w:val="Normal"/>
    <w:next w:val="Text1"/>
    <w:rsid w:val="00BB0CF3"/>
    <w:pPr>
      <w:numPr>
        <w:ilvl w:val="3"/>
        <w:numId w:val="15"/>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17"/>
      </w:numPr>
    </w:pPr>
  </w:style>
  <w:style w:type="paragraph" w:customStyle="1" w:styleId="Point1number">
    <w:name w:val="Point 1 (number)"/>
    <w:basedOn w:val="Normal"/>
    <w:rsid w:val="00BB0CF3"/>
    <w:pPr>
      <w:numPr>
        <w:ilvl w:val="2"/>
        <w:numId w:val="17"/>
      </w:numPr>
    </w:pPr>
  </w:style>
  <w:style w:type="paragraph" w:customStyle="1" w:styleId="Point2number">
    <w:name w:val="Point 2 (number)"/>
    <w:basedOn w:val="Normal"/>
    <w:rsid w:val="00BB0CF3"/>
    <w:pPr>
      <w:numPr>
        <w:ilvl w:val="4"/>
        <w:numId w:val="17"/>
      </w:numPr>
    </w:pPr>
  </w:style>
  <w:style w:type="paragraph" w:customStyle="1" w:styleId="Point3number">
    <w:name w:val="Point 3 (number)"/>
    <w:basedOn w:val="Normal"/>
    <w:rsid w:val="00BB0CF3"/>
    <w:pPr>
      <w:numPr>
        <w:ilvl w:val="6"/>
        <w:numId w:val="17"/>
      </w:numPr>
    </w:pPr>
  </w:style>
  <w:style w:type="paragraph" w:customStyle="1" w:styleId="Point0letter">
    <w:name w:val="Point 0 (letter)"/>
    <w:basedOn w:val="Normal"/>
    <w:rsid w:val="00BB0CF3"/>
    <w:pPr>
      <w:numPr>
        <w:ilvl w:val="1"/>
        <w:numId w:val="17"/>
      </w:numPr>
    </w:pPr>
  </w:style>
  <w:style w:type="paragraph" w:customStyle="1" w:styleId="Point1letter">
    <w:name w:val="Point 1 (letter)"/>
    <w:basedOn w:val="Normal"/>
    <w:rsid w:val="00BB0CF3"/>
    <w:pPr>
      <w:numPr>
        <w:ilvl w:val="3"/>
        <w:numId w:val="17"/>
      </w:numPr>
    </w:pPr>
  </w:style>
  <w:style w:type="paragraph" w:customStyle="1" w:styleId="Point2letter">
    <w:name w:val="Point 2 (letter)"/>
    <w:basedOn w:val="Normal"/>
    <w:rsid w:val="00BB0CF3"/>
    <w:pPr>
      <w:numPr>
        <w:ilvl w:val="5"/>
        <w:numId w:val="17"/>
      </w:numPr>
    </w:pPr>
  </w:style>
  <w:style w:type="paragraph" w:customStyle="1" w:styleId="Point3letter">
    <w:name w:val="Point 3 (letter)"/>
    <w:basedOn w:val="Normal"/>
    <w:rsid w:val="00BB0CF3"/>
    <w:pPr>
      <w:numPr>
        <w:ilvl w:val="7"/>
        <w:numId w:val="17"/>
      </w:numPr>
    </w:pPr>
  </w:style>
  <w:style w:type="paragraph" w:customStyle="1" w:styleId="Point4letter">
    <w:name w:val="Point 4 (letter)"/>
    <w:basedOn w:val="Normal"/>
    <w:rsid w:val="00BB0CF3"/>
    <w:pPr>
      <w:numPr>
        <w:ilvl w:val="8"/>
        <w:numId w:val="17"/>
      </w:numPr>
    </w:pPr>
  </w:style>
  <w:style w:type="paragraph" w:customStyle="1" w:styleId="Bullet0">
    <w:name w:val="Bullet 0"/>
    <w:basedOn w:val="Normal"/>
    <w:rsid w:val="00BB0CF3"/>
    <w:pPr>
      <w:numPr>
        <w:numId w:val="18"/>
      </w:numPr>
    </w:pPr>
  </w:style>
  <w:style w:type="paragraph" w:customStyle="1" w:styleId="Bullet1">
    <w:name w:val="Bullet 1"/>
    <w:basedOn w:val="Normal"/>
    <w:rsid w:val="00BB0CF3"/>
    <w:pPr>
      <w:numPr>
        <w:numId w:val="19"/>
      </w:numPr>
    </w:pPr>
  </w:style>
  <w:style w:type="paragraph" w:customStyle="1" w:styleId="Bullet2">
    <w:name w:val="Bullet 2"/>
    <w:basedOn w:val="Normal"/>
    <w:rsid w:val="00BB0CF3"/>
    <w:pPr>
      <w:numPr>
        <w:numId w:val="20"/>
      </w:numPr>
    </w:pPr>
  </w:style>
  <w:style w:type="paragraph" w:customStyle="1" w:styleId="Bullet3">
    <w:name w:val="Bullet 3"/>
    <w:basedOn w:val="Normal"/>
    <w:rsid w:val="00BB0CF3"/>
    <w:pPr>
      <w:numPr>
        <w:numId w:val="21"/>
      </w:numPr>
    </w:pPr>
  </w:style>
  <w:style w:type="paragraph" w:customStyle="1" w:styleId="Bullet4">
    <w:name w:val="Bullet 4"/>
    <w:basedOn w:val="Normal"/>
    <w:rsid w:val="00BB0CF3"/>
    <w:pPr>
      <w:numPr>
        <w:numId w:val="22"/>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23"/>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938CC-AB7D-47BA-A8E3-AD0AC6DAE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3</Pages>
  <Words>3111</Words>
  <Characters>22006</Characters>
  <Application>Microsoft Office Word</Application>
  <DocSecurity>0</DocSecurity>
  <Lines>464</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2021-05-21T12:11:00Z</dcterms:created>
  <dcterms:modified xsi:type="dcterms:W3CDTF">2021-05-21T12:11:00Z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